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87" w:rsidRPr="00952595" w:rsidRDefault="00684F87" w:rsidP="00F914D1">
      <w:pPr>
        <w:pStyle w:val="BodyText"/>
        <w:tabs>
          <w:tab w:val="left" w:pos="9000"/>
        </w:tabs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684F87" w:rsidRPr="00B03377" w:rsidRDefault="00684F87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684F87" w:rsidRPr="00952595" w:rsidRDefault="00684F87" w:rsidP="00416F8B">
      <w:pPr>
        <w:pStyle w:val="BodyText"/>
        <w:ind w:firstLine="142"/>
        <w:jc w:val="center"/>
      </w:pPr>
      <w:r w:rsidRPr="00952595">
        <w:t>náměstí Na Městečku 72</w:t>
      </w:r>
    </w:p>
    <w:p w:rsidR="00684F87" w:rsidRPr="00952595" w:rsidRDefault="00684F87" w:rsidP="00416F8B">
      <w:pPr>
        <w:pStyle w:val="BodyText"/>
        <w:ind w:firstLine="142"/>
        <w:jc w:val="center"/>
      </w:pPr>
      <w:r w:rsidRPr="00952595">
        <w:t>664 71 Veverská Bítýška</w:t>
      </w:r>
    </w:p>
    <w:p w:rsidR="00684F87" w:rsidRPr="00952595" w:rsidRDefault="00684F87" w:rsidP="00416F8B">
      <w:pPr>
        <w:pStyle w:val="BodyText"/>
        <w:ind w:firstLine="142"/>
        <w:jc w:val="center"/>
      </w:pPr>
    </w:p>
    <w:p w:rsidR="00684F87" w:rsidRPr="00952595" w:rsidRDefault="00684F87" w:rsidP="00416F8B">
      <w:pPr>
        <w:pStyle w:val="BodyText"/>
        <w:ind w:firstLine="142"/>
        <w:jc w:val="center"/>
      </w:pPr>
    </w:p>
    <w:p w:rsidR="00684F87" w:rsidRPr="00952595" w:rsidRDefault="00684F87" w:rsidP="00416F8B">
      <w:pPr>
        <w:pStyle w:val="BodyText"/>
        <w:ind w:firstLine="142"/>
        <w:jc w:val="center"/>
      </w:pPr>
    </w:p>
    <w:p w:rsidR="00684F87" w:rsidRDefault="00684F87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2022 </w:t>
      </w:r>
    </w:p>
    <w:p w:rsidR="00684F87" w:rsidRDefault="00684F8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684F87" w:rsidRDefault="00684F87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684F87" w:rsidRDefault="00684F87" w:rsidP="00416F8B">
      <w:pPr>
        <w:pStyle w:val="BodyText"/>
        <w:ind w:firstLine="142"/>
        <w:rPr>
          <w:b/>
          <w:bCs/>
        </w:rPr>
      </w:pPr>
    </w:p>
    <w:p w:rsidR="00684F87" w:rsidRDefault="00684F87" w:rsidP="00416F8B">
      <w:pPr>
        <w:pStyle w:val="BodyText"/>
        <w:ind w:firstLine="142"/>
        <w:rPr>
          <w:b/>
          <w:bCs/>
        </w:rPr>
      </w:pPr>
    </w:p>
    <w:p w:rsidR="00684F87" w:rsidRDefault="00684F87" w:rsidP="00416F8B">
      <w:pPr>
        <w:pStyle w:val="BodyText"/>
        <w:ind w:firstLine="142"/>
        <w:rPr>
          <w:b/>
          <w:bCs/>
        </w:rPr>
      </w:pPr>
    </w:p>
    <w:p w:rsidR="00684F87" w:rsidRDefault="00684F87" w:rsidP="00416F8B">
      <w:pPr>
        <w:pStyle w:val="BodyText"/>
        <w:ind w:firstLine="142"/>
        <w:rPr>
          <w:b/>
          <w:bCs/>
        </w:rPr>
      </w:pPr>
    </w:p>
    <w:p w:rsidR="00684F87" w:rsidRPr="00B03377" w:rsidRDefault="00684F87" w:rsidP="00416F8B">
      <w:pPr>
        <w:pStyle w:val="BodyText"/>
        <w:ind w:left="1843"/>
      </w:pPr>
      <w:r w:rsidRPr="00B03377">
        <w:t>Obsah:</w:t>
      </w:r>
    </w:p>
    <w:p w:rsidR="00684F87" w:rsidRPr="00B03377" w:rsidRDefault="00684F87" w:rsidP="00416F8B">
      <w:pPr>
        <w:pStyle w:val="BodyText"/>
        <w:numPr>
          <w:ilvl w:val="0"/>
          <w:numId w:val="242"/>
        </w:numPr>
        <w:tabs>
          <w:tab w:val="clear" w:pos="3742"/>
          <w:tab w:val="num" w:pos="2268"/>
        </w:tabs>
        <w:ind w:left="1843"/>
      </w:pPr>
      <w:r>
        <w:t>Rozpočet roku 2022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2022</w:t>
      </w:r>
    </w:p>
    <w:p w:rsidR="00684F87" w:rsidRPr="00B03377" w:rsidRDefault="00684F87" w:rsidP="00416F8B">
      <w:pPr>
        <w:pStyle w:val="BodyText"/>
        <w:numPr>
          <w:ilvl w:val="0"/>
          <w:numId w:val="242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2022</w:t>
      </w:r>
    </w:p>
    <w:p w:rsidR="00684F87" w:rsidRDefault="00684F87" w:rsidP="00416F8B">
      <w:pPr>
        <w:pStyle w:val="BodyText"/>
        <w:numPr>
          <w:ilvl w:val="0"/>
          <w:numId w:val="242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2022</w:t>
      </w:r>
    </w:p>
    <w:p w:rsidR="00684F87" w:rsidRDefault="00684F87" w:rsidP="00416F8B">
      <w:pPr>
        <w:pStyle w:val="BodyText"/>
        <w:tabs>
          <w:tab w:val="num" w:pos="2552"/>
          <w:tab w:val="center" w:pos="6974"/>
        </w:tabs>
        <w:ind w:left="3742"/>
      </w:pPr>
    </w:p>
    <w:p w:rsidR="00684F87" w:rsidRDefault="00684F87" w:rsidP="00416F8B">
      <w:pPr>
        <w:pStyle w:val="BodyText"/>
        <w:tabs>
          <w:tab w:val="center" w:pos="6974"/>
        </w:tabs>
      </w:pPr>
    </w:p>
    <w:p w:rsidR="00684F87" w:rsidRDefault="00684F87" w:rsidP="00416F8B">
      <w:pPr>
        <w:pStyle w:val="BodyText"/>
        <w:tabs>
          <w:tab w:val="center" w:pos="6974"/>
        </w:tabs>
      </w:pPr>
    </w:p>
    <w:p w:rsidR="00684F87" w:rsidRDefault="00684F87" w:rsidP="00416F8B">
      <w:pPr>
        <w:pStyle w:val="BodyText"/>
        <w:tabs>
          <w:tab w:val="center" w:pos="6974"/>
        </w:tabs>
      </w:pPr>
    </w:p>
    <w:p w:rsidR="00684F87" w:rsidRDefault="00684F87" w:rsidP="00416F8B">
      <w:pPr>
        <w:pStyle w:val="BodyText"/>
        <w:tabs>
          <w:tab w:val="center" w:pos="6974"/>
        </w:tabs>
      </w:pPr>
    </w:p>
    <w:p w:rsidR="00684F87" w:rsidRDefault="00684F87" w:rsidP="00416F8B">
      <w:pPr>
        <w:pStyle w:val="BodyText"/>
        <w:tabs>
          <w:tab w:val="center" w:pos="6974"/>
        </w:tabs>
      </w:pPr>
    </w:p>
    <w:p w:rsidR="00684F87" w:rsidRDefault="00684F87" w:rsidP="00416F8B">
      <w:pPr>
        <w:pStyle w:val="BodyText"/>
        <w:tabs>
          <w:tab w:val="center" w:pos="6974"/>
        </w:tabs>
        <w:ind w:firstLine="142"/>
      </w:pPr>
    </w:p>
    <w:p w:rsidR="00684F87" w:rsidRDefault="00684F87" w:rsidP="006B3477">
      <w:pPr>
        <w:pStyle w:val="BodyText"/>
        <w:ind w:firstLine="142"/>
        <w:rPr>
          <w:b/>
          <w:bCs/>
        </w:rPr>
      </w:pPr>
    </w:p>
    <w:p w:rsidR="00684F87" w:rsidRDefault="00684F87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96pt" o:ole="">
            <v:imagedata r:id="rId7" o:title=""/>
          </v:shape>
          <o:OLEObject Type="Embed" ProgID="Word.Document.8" ShapeID="_x0000_i1025" DrawAspect="Content" ObjectID="_1750489441" r:id="rId8">
            <o:FieldCodes>\s</o:FieldCodes>
          </o:OLEObject>
        </w:object>
      </w:r>
    </w:p>
    <w:p w:rsidR="00684F87" w:rsidRDefault="00684F8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684F87" w:rsidRDefault="00684F8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2022 činil </w:t>
      </w:r>
      <w:r>
        <w:rPr>
          <w:b/>
          <w:bCs/>
        </w:rPr>
        <w:t>40 100 282,55</w:t>
      </w:r>
      <w:r w:rsidRPr="00033F95">
        <w:rPr>
          <w:b/>
          <w:bCs/>
        </w:rPr>
        <w:t xml:space="preserve"> Kč.</w:t>
      </w:r>
    </w:p>
    <w:p w:rsidR="00684F87" w:rsidRPr="00952595" w:rsidRDefault="00684F87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684F87" w:rsidRPr="00952595" w:rsidRDefault="00684F87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13. prosince 2021 byla zastupitelstvem města</w:t>
      </w:r>
      <w:r w:rsidRPr="00952595">
        <w:rPr>
          <w:noProof w:val="0"/>
          <w:sz w:val="24"/>
          <w:szCs w:val="24"/>
        </w:rPr>
        <w:t xml:space="preserve">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a Veverská Bítýška na rok 2022</w:t>
      </w:r>
      <w:r w:rsidRPr="00952595">
        <w:rPr>
          <w:noProof w:val="0"/>
          <w:sz w:val="24"/>
          <w:szCs w:val="24"/>
        </w:rPr>
        <w:t xml:space="preserve"> byl</w:t>
      </w:r>
      <w:r>
        <w:rPr>
          <w:noProof w:val="0"/>
          <w:sz w:val="24"/>
          <w:szCs w:val="24"/>
        </w:rPr>
        <w:t xml:space="preserve"> schválen zastupitelstvem města dne 28. února 2022</w:t>
      </w:r>
      <w:r w:rsidRPr="00952595">
        <w:rPr>
          <w:noProof w:val="0"/>
          <w:sz w:val="24"/>
          <w:szCs w:val="24"/>
        </w:rPr>
        <w:t>.</w:t>
      </w:r>
    </w:p>
    <w:p w:rsidR="00684F87" w:rsidRPr="00952595" w:rsidRDefault="00684F87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65 814 800,- Kč, výdaje celkem: 175 986 500,- Kč, financování celkem: 110 171 7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1 491 9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2022</w:t>
      </w:r>
      <w:r w:rsidRPr="00952595">
        <w:rPr>
          <w:noProof w:val="0"/>
          <w:sz w:val="24"/>
          <w:szCs w:val="24"/>
        </w:rPr>
        <w:t>.</w:t>
      </w:r>
    </w:p>
    <w:p w:rsidR="00684F87" w:rsidRPr="00952595" w:rsidRDefault="00684F87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684F87" w:rsidRPr="00952595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63 225 963,48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684F87" w:rsidRPr="00952595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2 106 324,62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684F87" w:rsidRPr="00952595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817 570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684F87" w:rsidRDefault="00684F87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684F87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1 239 754,00 Kč</w:t>
      </w:r>
    </w:p>
    <w:p w:rsidR="00684F87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104 391,00 Kč</w:t>
      </w:r>
    </w:p>
    <w:p w:rsidR="00684F87" w:rsidRDefault="00684F87" w:rsidP="002012A7">
      <w:pPr>
        <w:tabs>
          <w:tab w:val="right" w:pos="5700"/>
          <w:tab w:val="right" w:pos="92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pobytu                                               celkem                       45 792,00 Kč</w:t>
      </w:r>
    </w:p>
    <w:p w:rsidR="00684F87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33 264,00 Kč</w:t>
      </w:r>
    </w:p>
    <w:p w:rsidR="00684F87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48 700,00 Kč</w:t>
      </w:r>
    </w:p>
    <w:p w:rsidR="00684F87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210 205,00 Kč</w:t>
      </w:r>
    </w:p>
    <w:p w:rsidR="00684F87" w:rsidRPr="00952595" w:rsidRDefault="00684F87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</w:p>
    <w:p w:rsidR="00684F87" w:rsidRPr="00952595" w:rsidRDefault="00684F87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684F87" w:rsidRPr="00952595" w:rsidRDefault="00684F87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684F87" w:rsidRDefault="00684F87" w:rsidP="002012A7">
      <w:pPr>
        <w:tabs>
          <w:tab w:val="lef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684F87" w:rsidRPr="00E12D74" w:rsidRDefault="00684F87" w:rsidP="00DE3348">
      <w:pPr>
        <w:autoSpaceDE w:val="0"/>
        <w:autoSpaceDN w:val="0"/>
        <w:adjustRightInd w:val="0"/>
      </w:pP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    179 509,00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40 679,25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53 600,00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2219      Přijaté neinvestiční příspěvky a náhrady                                                3 410,00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2310      Pronájem vodovodní infrastruktury                                                    822 217,65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2321      Pronájem kanalizační infrastruktury                                                1 384 709,08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3111      Pronájem mateřské školy                                                                      20 000,00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3113      Pronájem základní školy                                                                       15 000,00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kopírování,příměst.tábor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67 865,00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454,00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3349      Příjmy z inzerce ve Zpravodaji                                                              14 243,57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3392      Pronájem kulturního domu                                                                  352 000,96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3399      Dny města – Běh pro Slešťůvku                                                              8 600,00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 xml:space="preserve">Hřiště Ostrůvek,tělocvična - poplatek za užívání 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111 245,00 Kč</w:t>
      </w:r>
    </w:p>
    <w:p w:rsidR="00684F87" w:rsidRPr="00D33EEE" w:rsidRDefault="00684F87" w:rsidP="00635BBB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3 265,00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70 336,00 Kč</w:t>
      </w:r>
    </w:p>
    <w:p w:rsidR="00684F87" w:rsidRDefault="00684F87" w:rsidP="006E0EF5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Pronájem smuteční síně                                                                         38 885,14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3639      Komunální služby-příjmy z pronájmu,služeb                                     219 783,27 Kč</w:t>
      </w:r>
    </w:p>
    <w:p w:rsidR="00684F87" w:rsidRPr="00D33EEE" w:rsidRDefault="00684F87" w:rsidP="001D20E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203 735,97 Kč</w:t>
      </w:r>
    </w:p>
    <w:p w:rsidR="00684F87" w:rsidRDefault="00684F87" w:rsidP="002012A7">
      <w:pPr>
        <w:tabs>
          <w:tab w:val="left" w:pos="1134"/>
          <w:tab w:val="left" w:pos="1600"/>
          <w:tab w:val="right" w:pos="93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 odpadů                           1 104 126,65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5512      Hasiči – přijaté pojistné plnění                                                              27 988,00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 w:rsidRPr="00563567">
        <w:rPr>
          <w:noProof w:val="0"/>
          <w:sz w:val="24"/>
          <w:szCs w:val="24"/>
        </w:rPr>
        <w:t>5 440,00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(kniha)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50 277,00 Kč</w:t>
      </w:r>
    </w:p>
    <w:p w:rsidR="00684F87" w:rsidRPr="00D33EEE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>
        <w:rPr>
          <w:noProof w:val="0"/>
          <w:sz w:val="24"/>
          <w:szCs w:val="24"/>
        </w:rPr>
        <w:t>,přijaté náhrady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57 673,49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účtů fondů)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16 401,87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37,67 Kč</w:t>
      </w:r>
    </w:p>
    <w:p w:rsidR="00684F87" w:rsidRDefault="00684F87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účtech-fond pro obnovu vodoh.majetku                 402,32 Kč</w:t>
      </w:r>
    </w:p>
    <w:p w:rsidR="00684F87" w:rsidRDefault="00684F87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Doplňkové příjmy                                                                                          3,00 Kč</w:t>
      </w:r>
    </w:p>
    <w:p w:rsidR="00684F87" w:rsidRPr="000351DD" w:rsidRDefault="00684F87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Celkem                                                                                                              </w:t>
      </w:r>
      <w:r w:rsidRPr="000351DD">
        <w:rPr>
          <w:b/>
          <w:bCs/>
          <w:noProof w:val="0"/>
          <w:sz w:val="24"/>
          <w:szCs w:val="24"/>
        </w:rPr>
        <w:t>4 871 888,89 Kč</w:t>
      </w:r>
    </w:p>
    <w:p w:rsidR="00684F87" w:rsidRPr="00952595" w:rsidRDefault="00684F87" w:rsidP="002012A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</w:t>
      </w: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  Příjem z prodeje pozemků</w:t>
      </w:r>
      <w:r>
        <w:rPr>
          <w:noProof w:val="0"/>
          <w:sz w:val="24"/>
          <w:szCs w:val="24"/>
        </w:rPr>
        <w:tab/>
        <w:t> 427 541</w:t>
      </w:r>
      <w:r w:rsidRPr="00580355">
        <w:rPr>
          <w:noProof w:val="0"/>
          <w:sz w:val="24"/>
          <w:szCs w:val="24"/>
        </w:rPr>
        <w:t>,00 Kč</w:t>
      </w:r>
    </w:p>
    <w:p w:rsidR="00684F87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3635  Úz.plánování -úhrada nákladů na změnu územ.plánu od ČEPS             169 400,00 Kč</w:t>
      </w:r>
    </w:p>
    <w:p w:rsidR="00684F87" w:rsidRPr="000351DD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Celkem                                                                                                                  </w:t>
      </w:r>
      <w:r w:rsidRPr="000351DD">
        <w:rPr>
          <w:b/>
          <w:bCs/>
          <w:noProof w:val="0"/>
          <w:sz w:val="24"/>
          <w:szCs w:val="24"/>
        </w:rPr>
        <w:t>596 941,00 Kč</w:t>
      </w:r>
    </w:p>
    <w:p w:rsidR="00684F87" w:rsidRPr="00580355" w:rsidRDefault="00684F87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 xml:space="preserve">      </w:t>
      </w: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Default="00684F87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84F87" w:rsidRPr="00952595" w:rsidRDefault="00684F87" w:rsidP="00B13632">
      <w:pPr>
        <w:autoSpaceDE w:val="0"/>
        <w:autoSpaceDN w:val="0"/>
        <w:adjustRightInd w:val="0"/>
        <w:rPr>
          <w:b/>
          <w:bCs/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684F87" w:rsidRDefault="00684F87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2022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684F87" w:rsidRPr="00952595" w:rsidRDefault="00684F87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684F87" w:rsidRPr="00952595">
        <w:tc>
          <w:tcPr>
            <w:tcW w:w="1462" w:type="dxa"/>
            <w:tcBorders>
              <w:top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684F87" w:rsidRPr="00952595">
        <w:trPr>
          <w:trHeight w:val="591"/>
        </w:trPr>
        <w:tc>
          <w:tcPr>
            <w:tcW w:w="1462" w:type="dxa"/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98187</w:t>
            </w:r>
          </w:p>
        </w:tc>
        <w:tc>
          <w:tcPr>
            <w:tcW w:w="3827" w:type="dxa"/>
          </w:tcPr>
          <w:p w:rsidR="00684F87" w:rsidRDefault="00684F8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zastup.ÚSC a 1/3 senátu</w:t>
            </w:r>
          </w:p>
        </w:tc>
        <w:tc>
          <w:tcPr>
            <w:tcW w:w="1701" w:type="dxa"/>
          </w:tcPr>
          <w:p w:rsidR="00684F87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96 000,00</w:t>
            </w:r>
          </w:p>
        </w:tc>
        <w:tc>
          <w:tcPr>
            <w:tcW w:w="1701" w:type="dxa"/>
          </w:tcPr>
          <w:p w:rsidR="00684F87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96 000,00</w:t>
            </w:r>
          </w:p>
        </w:tc>
      </w:tr>
      <w:tr w:rsidR="00684F87" w:rsidRPr="00952595">
        <w:tc>
          <w:tcPr>
            <w:tcW w:w="1462" w:type="dxa"/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98043</w:t>
            </w:r>
          </w:p>
        </w:tc>
        <w:tc>
          <w:tcPr>
            <w:tcW w:w="3827" w:type="dxa"/>
          </w:tcPr>
          <w:p w:rsidR="00684F87" w:rsidRPr="00007B65" w:rsidRDefault="00684F8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684F87" w:rsidRPr="00007B65" w:rsidRDefault="00684F87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Kompenzační bonus</w:t>
            </w:r>
          </w:p>
        </w:tc>
        <w:tc>
          <w:tcPr>
            <w:tcW w:w="1701" w:type="dxa"/>
          </w:tcPr>
          <w:p w:rsidR="00684F87" w:rsidRPr="00007B65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225 567,74</w:t>
            </w:r>
          </w:p>
        </w:tc>
        <w:tc>
          <w:tcPr>
            <w:tcW w:w="1701" w:type="dxa"/>
          </w:tcPr>
          <w:p w:rsidR="00684F87" w:rsidRPr="00007B65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225 567,74</w:t>
            </w:r>
          </w:p>
        </w:tc>
      </w:tr>
      <w:tr w:rsidR="00684F87" w:rsidRPr="00952595">
        <w:tc>
          <w:tcPr>
            <w:tcW w:w="1462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98008</w:t>
            </w:r>
          </w:p>
        </w:tc>
        <w:tc>
          <w:tcPr>
            <w:tcW w:w="3827" w:type="dxa"/>
          </w:tcPr>
          <w:p w:rsidR="00684F87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Neinv.dotace-příprava volby prezid.</w:t>
            </w:r>
          </w:p>
        </w:tc>
        <w:tc>
          <w:tcPr>
            <w:tcW w:w="1701" w:type="dxa"/>
          </w:tcPr>
          <w:p w:rsidR="00684F87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18 0800,00</w:t>
            </w:r>
          </w:p>
        </w:tc>
        <w:tc>
          <w:tcPr>
            <w:tcW w:w="1701" w:type="dxa"/>
          </w:tcPr>
          <w:p w:rsidR="00684F87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18 800,00</w:t>
            </w:r>
          </w:p>
        </w:tc>
      </w:tr>
      <w:tr w:rsidR="00684F87" w:rsidRPr="00952595">
        <w:tc>
          <w:tcPr>
            <w:tcW w:w="1462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684F87" w:rsidRPr="00007B65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2 424 0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684F87" w:rsidRPr="00007B65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2 424 0</w:t>
            </w:r>
            <w:r w:rsidRPr="00007B65">
              <w:rPr>
                <w:noProof w:val="0"/>
              </w:rPr>
              <w:t>00,00</w:t>
            </w:r>
          </w:p>
        </w:tc>
      </w:tr>
      <w:tr w:rsidR="00684F87" w:rsidRPr="00952595">
        <w:tc>
          <w:tcPr>
            <w:tcW w:w="1462" w:type="dxa"/>
          </w:tcPr>
          <w:p w:rsidR="00684F87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33092</w:t>
            </w:r>
          </w:p>
        </w:tc>
        <w:tc>
          <w:tcPr>
            <w:tcW w:w="3827" w:type="dxa"/>
          </w:tcPr>
          <w:p w:rsidR="00684F87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Neinvest.dotace z kapitoly MŠMT pro základní školu Vev.Bítýška</w:t>
            </w:r>
          </w:p>
        </w:tc>
        <w:tc>
          <w:tcPr>
            <w:tcW w:w="1701" w:type="dxa"/>
          </w:tcPr>
          <w:p w:rsidR="00684F87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1 039 622,00</w:t>
            </w:r>
          </w:p>
        </w:tc>
        <w:tc>
          <w:tcPr>
            <w:tcW w:w="1701" w:type="dxa"/>
          </w:tcPr>
          <w:p w:rsidR="00684F87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1 039 622,00</w:t>
            </w:r>
          </w:p>
        </w:tc>
      </w:tr>
      <w:tr w:rsidR="00684F87" w:rsidRPr="00952595">
        <w:tc>
          <w:tcPr>
            <w:tcW w:w="1462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684F87" w:rsidRPr="00007B65" w:rsidRDefault="00684F87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obcí</w:t>
            </w:r>
          </w:p>
        </w:tc>
        <w:tc>
          <w:tcPr>
            <w:tcW w:w="1701" w:type="dxa"/>
          </w:tcPr>
          <w:p w:rsidR="00684F87" w:rsidRPr="00007B65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684F87" w:rsidRPr="00007B65" w:rsidRDefault="00684F87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</w:t>
            </w:r>
            <w:r w:rsidRPr="00007B65">
              <w:rPr>
                <w:noProof w:val="0"/>
              </w:rPr>
              <w:t>,00</w:t>
            </w:r>
          </w:p>
        </w:tc>
      </w:tr>
      <w:tr w:rsidR="00684F87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4222</w:t>
            </w: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00231</w:t>
            </w: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684F87" w:rsidRPr="00AA7989" w:rsidRDefault="00684F87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Inv.dotace z JMK– rekonstrukce úpravny vody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684F87" w:rsidRPr="00AA7989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400 000,00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684F87" w:rsidRPr="00AA7989" w:rsidRDefault="00684F87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400 000,00</w:t>
            </w:r>
          </w:p>
        </w:tc>
      </w:tr>
      <w:tr w:rsidR="00684F87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684F87" w:rsidRPr="00007B65" w:rsidRDefault="00684F87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684F87" w:rsidRPr="00007B65" w:rsidRDefault="00684F87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4 213 989,74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684F87" w:rsidRPr="00007B65" w:rsidRDefault="00684F87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4 213 989,74</w:t>
            </w:r>
          </w:p>
        </w:tc>
      </w:tr>
    </w:tbl>
    <w:p w:rsidR="00684F87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684F87" w:rsidRPr="00952595" w:rsidRDefault="00684F87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684F87" w:rsidRPr="00952595" w:rsidRDefault="00684F87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2021 ve výši 110 171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700,- Kč.</w:t>
      </w:r>
    </w:p>
    <w:p w:rsidR="00684F87" w:rsidRPr="00952595" w:rsidRDefault="00684F87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684F87" w:rsidRPr="00952595" w:rsidRDefault="00684F87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2022</w:t>
      </w:r>
    </w:p>
    <w:p w:rsidR="00684F87" w:rsidRPr="00952595" w:rsidRDefault="00684F87" w:rsidP="00574939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61 131 562,63</w:t>
      </w:r>
      <w:r w:rsidRPr="006C1E4F">
        <w:t xml:space="preserve"> Kč</w:t>
      </w:r>
    </w:p>
    <w:p w:rsidR="00684F87" w:rsidRDefault="00684F87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                                                    5 367 264,73</w:t>
      </w:r>
      <w:r w:rsidRPr="00952595">
        <w:t xml:space="preserve"> Kč</w:t>
      </w:r>
    </w:p>
    <w:p w:rsidR="00684F87" w:rsidRPr="00952595" w:rsidRDefault="00684F87" w:rsidP="007C29B3">
      <w:pPr>
        <w:pStyle w:val="BodyText"/>
        <w:tabs>
          <w:tab w:val="right" w:pos="8647"/>
        </w:tabs>
        <w:ind w:left="993" w:hanging="851"/>
      </w:pPr>
      <w:r>
        <w:t>244 0100  Termínovaný vklad u Komerční banky                                  50 000 000,00 Kč</w:t>
      </w:r>
    </w:p>
    <w:p w:rsidR="00684F87" w:rsidRPr="00952595" w:rsidRDefault="00684F87" w:rsidP="00CB1B4C">
      <w:pPr>
        <w:pStyle w:val="BodyText"/>
        <w:tabs>
          <w:tab w:val="right" w:pos="8647"/>
        </w:tabs>
        <w:ind w:left="993" w:hanging="851"/>
      </w:pPr>
      <w:r>
        <w:t>244 0200  Termínovaný vklad u České národní banky                           15 000 000,00 Kč</w:t>
      </w:r>
    </w:p>
    <w:p w:rsidR="00684F87" w:rsidRPr="00952595" w:rsidRDefault="00684F8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263 228,29</w:t>
      </w:r>
      <w:r w:rsidRPr="006C1E4F">
        <w:t xml:space="preserve"> Kč</w:t>
      </w:r>
    </w:p>
    <w:p w:rsidR="00684F87" w:rsidRDefault="00684F8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82 009,00</w:t>
      </w:r>
      <w:r w:rsidRPr="006C1E4F">
        <w:t xml:space="preserve"> Kč</w:t>
      </w:r>
    </w:p>
    <w:p w:rsidR="00684F87" w:rsidRDefault="00684F8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 0300 BÚ u České spoř.-fond pro obnovu vodoh.maj.-vodovod         2 000 350,58 Kč</w:t>
      </w:r>
    </w:p>
    <w:p w:rsidR="00684F87" w:rsidRDefault="00684F87" w:rsidP="00C93D6C">
      <w:pPr>
        <w:pStyle w:val="BodyText"/>
        <w:tabs>
          <w:tab w:val="left" w:pos="993"/>
          <w:tab w:val="right" w:pos="8647"/>
          <w:tab w:val="left" w:pos="9100"/>
        </w:tabs>
        <w:ind w:left="993" w:hanging="851"/>
      </w:pPr>
      <w:r>
        <w:t>236 0400 BÚ u České spoř.-fond pro obnovu vodoh.maj.-kanalizace      1 708 965,98 Kč</w:t>
      </w:r>
    </w:p>
    <w:p w:rsidR="00684F87" w:rsidRPr="00952595" w:rsidRDefault="00684F87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986 676,03 Kč</w:t>
      </w:r>
    </w:p>
    <w:p w:rsidR="00684F87" w:rsidRPr="00952595" w:rsidRDefault="00684F87" w:rsidP="006B3477">
      <w:pPr>
        <w:pStyle w:val="BodyText"/>
        <w:ind w:firstLine="142"/>
      </w:pPr>
    </w:p>
    <w:p w:rsidR="00684F87" w:rsidRPr="00952595" w:rsidRDefault="00684F87" w:rsidP="006B3477">
      <w:pPr>
        <w:pStyle w:val="BodyText"/>
        <w:ind w:firstLine="142"/>
      </w:pPr>
    </w:p>
    <w:p w:rsidR="00684F87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684F87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684F87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684F87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684F87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</w:p>
    <w:p w:rsidR="00684F87" w:rsidRPr="00952595" w:rsidRDefault="00684F87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684F87" w:rsidRPr="00952595" w:rsidRDefault="00684F87" w:rsidP="006B3477">
      <w:pPr>
        <w:pStyle w:val="BodyText"/>
        <w:ind w:firstLine="142"/>
      </w:pPr>
    </w:p>
    <w:p w:rsidR="00684F87" w:rsidRPr="0089714A" w:rsidRDefault="00684F87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684F87" w:rsidRPr="00177B98" w:rsidRDefault="00684F87" w:rsidP="008839E4">
      <w:pPr>
        <w:pStyle w:val="BodyText"/>
        <w:tabs>
          <w:tab w:val="right" w:pos="9072"/>
        </w:tabs>
        <w:ind w:firstLine="142"/>
      </w:pPr>
      <w:r>
        <w:t>Nákup pozemků (Chmelníky,vodojem)</w:t>
      </w:r>
      <w:r>
        <w:tab/>
        <w:t>132 830,07</w:t>
      </w:r>
      <w:r w:rsidRPr="00177B98">
        <w:t xml:space="preserve"> Kč</w:t>
      </w:r>
    </w:p>
    <w:p w:rsidR="00684F87" w:rsidRPr="00177B98" w:rsidRDefault="00684F87" w:rsidP="000A1689">
      <w:pPr>
        <w:pStyle w:val="BodyText"/>
        <w:tabs>
          <w:tab w:val="right" w:pos="9072"/>
        </w:tabs>
        <w:ind w:firstLine="142"/>
      </w:pPr>
      <w:r>
        <w:t>Místní komunikace-ul.Okřínek</w:t>
      </w:r>
      <w:r>
        <w:tab/>
        <w:t>3 390 920,6</w:t>
      </w:r>
      <w:r w:rsidRPr="00177B98">
        <w:t>0 Kč</w:t>
      </w:r>
    </w:p>
    <w:p w:rsidR="00684F87" w:rsidRPr="00177B98" w:rsidRDefault="00684F87" w:rsidP="000A1689">
      <w:pPr>
        <w:pStyle w:val="BodyText"/>
        <w:tabs>
          <w:tab w:val="right" w:pos="9072"/>
        </w:tabs>
        <w:ind w:firstLine="142"/>
      </w:pPr>
      <w:r>
        <w:t>Místní komunikace-ul.Na Bílém potoce (u rybníků)                                       1 727 829,16</w:t>
      </w:r>
      <w:r w:rsidRPr="00177B98">
        <w:t xml:space="preserve"> Kč</w:t>
      </w:r>
    </w:p>
    <w:p w:rsidR="00684F87" w:rsidRPr="00177B98" w:rsidRDefault="00684F87" w:rsidP="00AA6E22">
      <w:pPr>
        <w:pStyle w:val="BodyText"/>
        <w:tabs>
          <w:tab w:val="right" w:pos="9072"/>
        </w:tabs>
      </w:pPr>
      <w:r>
        <w:t xml:space="preserve">  Místní komunikace – část Chmelníky</w:t>
      </w:r>
      <w:r w:rsidRPr="00177B98">
        <w:t xml:space="preserve">                                          </w:t>
      </w:r>
      <w:r>
        <w:t xml:space="preserve">                    3 681 191,03</w:t>
      </w:r>
      <w:r w:rsidRPr="00177B98">
        <w:t xml:space="preserve"> Kč</w:t>
      </w:r>
    </w:p>
    <w:p w:rsidR="00684F87" w:rsidRPr="00177B98" w:rsidRDefault="00684F87" w:rsidP="000A1689">
      <w:pPr>
        <w:pStyle w:val="BodyText"/>
        <w:tabs>
          <w:tab w:val="right" w:pos="9072"/>
        </w:tabs>
        <w:ind w:firstLine="142"/>
      </w:pPr>
      <w:r>
        <w:t>Místní kom.-ul.M.Kudeř.,Nádražní,Pod Horkou (zaměření)                                16 596</w:t>
      </w:r>
      <w:r w:rsidRPr="00177B98">
        <w:t>,00 Kč</w:t>
      </w:r>
    </w:p>
    <w:p w:rsidR="00684F87" w:rsidRPr="00177B98" w:rsidRDefault="00684F87" w:rsidP="00665622">
      <w:pPr>
        <w:pStyle w:val="BodyText"/>
        <w:tabs>
          <w:tab w:val="right" w:pos="9072"/>
        </w:tabs>
      </w:pPr>
      <w:r>
        <w:t xml:space="preserve">  Místní komunikace-ul.V Brance (1.etapa)</w:t>
      </w:r>
      <w:r>
        <w:tab/>
        <w:t>1 524 821,80</w:t>
      </w:r>
      <w:r w:rsidRPr="00177B98">
        <w:t xml:space="preserve"> Kč</w:t>
      </w:r>
    </w:p>
    <w:p w:rsidR="00684F87" w:rsidRPr="00177B98" w:rsidRDefault="00684F87" w:rsidP="000A1689">
      <w:pPr>
        <w:pStyle w:val="BodyText"/>
        <w:tabs>
          <w:tab w:val="right" w:pos="9072"/>
        </w:tabs>
        <w:ind w:firstLine="142"/>
      </w:pPr>
      <w:r>
        <w:t>Místní komunikace-park.stání Na Bítýškách                                                    1 013 641,58</w:t>
      </w:r>
      <w:r w:rsidRPr="00177B98">
        <w:t xml:space="preserve"> Kč</w:t>
      </w:r>
    </w:p>
    <w:p w:rsidR="00684F87" w:rsidRPr="00177B98" w:rsidRDefault="00684F87" w:rsidP="00405022">
      <w:pPr>
        <w:pStyle w:val="BodyText"/>
        <w:tabs>
          <w:tab w:val="right" w:pos="9072"/>
        </w:tabs>
        <w:ind w:firstLine="142"/>
      </w:pPr>
      <w:r>
        <w:t>Místní komunikace-ul. U Hřiště (překládka sítě,věcné břemeno)</w:t>
      </w:r>
      <w:r>
        <w:tab/>
        <w:t xml:space="preserve"> 72 894,90</w:t>
      </w:r>
      <w:r w:rsidRPr="00177B98">
        <w:t xml:space="preserve"> Kč</w:t>
      </w:r>
    </w:p>
    <w:p w:rsidR="00684F87" w:rsidRDefault="00684F87" w:rsidP="001332AE">
      <w:pPr>
        <w:pStyle w:val="BodyText"/>
        <w:tabs>
          <w:tab w:val="right" w:pos="9072"/>
        </w:tabs>
        <w:ind w:firstLine="142"/>
      </w:pPr>
      <w:r>
        <w:t>Chodník-ul.Tišnovská (v Trhovici) - doplatek                                                      75 550,00</w:t>
      </w:r>
      <w:r w:rsidRPr="00177B98">
        <w:t xml:space="preserve"> Kč</w:t>
      </w:r>
    </w:p>
    <w:p w:rsidR="00684F87" w:rsidRPr="00177B98" w:rsidRDefault="00684F87" w:rsidP="001332AE">
      <w:pPr>
        <w:pStyle w:val="BodyText"/>
        <w:tabs>
          <w:tab w:val="right" w:pos="9072"/>
        </w:tabs>
        <w:ind w:firstLine="142"/>
      </w:pPr>
      <w:r>
        <w:t>Chodník-ul. Tišnov.-propoj.</w:t>
      </w:r>
      <w:r w:rsidRPr="00177B98">
        <w:t>chodník-Nádražní</w:t>
      </w:r>
      <w:r>
        <w:t>-Pod Horkou -doplatek                16 600,00</w:t>
      </w:r>
      <w:r w:rsidRPr="00177B98">
        <w:t xml:space="preserve"> Kč</w:t>
      </w:r>
    </w:p>
    <w:p w:rsidR="00684F87" w:rsidRPr="00177B98" w:rsidRDefault="00684F87" w:rsidP="003B1536">
      <w:pPr>
        <w:pStyle w:val="BodyText"/>
        <w:tabs>
          <w:tab w:val="right" w:pos="9072"/>
        </w:tabs>
      </w:pPr>
      <w:r>
        <w:t xml:space="preserve">  Územní rozvoj-úprava náměstí –dopravní studie </w:t>
      </w:r>
      <w:r w:rsidRPr="00952595">
        <w:tab/>
      </w:r>
      <w:r>
        <w:t>199 384,00</w:t>
      </w:r>
      <w:r w:rsidRPr="00177B98">
        <w:t xml:space="preserve"> Kč</w:t>
      </w:r>
    </w:p>
    <w:p w:rsidR="00684F87" w:rsidRPr="00177B98" w:rsidRDefault="00684F87" w:rsidP="003B1536">
      <w:pPr>
        <w:pStyle w:val="BodyText"/>
        <w:tabs>
          <w:tab w:val="right" w:pos="9072"/>
        </w:tabs>
      </w:pPr>
      <w:r>
        <w:t xml:space="preserve">  Základní škola –žaluzie, vybud.nových učeben (ideový záměr)   </w:t>
      </w:r>
      <w:r w:rsidRPr="00177B98">
        <w:t xml:space="preserve">               </w:t>
      </w:r>
      <w:r>
        <w:t xml:space="preserve">        108 174,00</w:t>
      </w:r>
      <w:r w:rsidRPr="00177B98">
        <w:t>Kč</w:t>
      </w:r>
    </w:p>
    <w:p w:rsidR="00684F87" w:rsidRPr="00177B98" w:rsidRDefault="00684F87" w:rsidP="003B1536">
      <w:pPr>
        <w:pStyle w:val="BodyText"/>
        <w:tabs>
          <w:tab w:val="right" w:pos="9072"/>
        </w:tabs>
      </w:pPr>
      <w:r>
        <w:t xml:space="preserve">  Mikroregion Kuřimka-investiční příspěvek-cyklostezka                                      33 215,52 Kč</w:t>
      </w:r>
    </w:p>
    <w:p w:rsidR="00684F87" w:rsidRPr="00177B98" w:rsidRDefault="00684F87" w:rsidP="00A5688F">
      <w:pPr>
        <w:pStyle w:val="BodyText"/>
        <w:tabs>
          <w:tab w:val="right" w:pos="9100"/>
        </w:tabs>
      </w:pPr>
      <w:r>
        <w:t xml:space="preserve">  Kašparova louka-3 kusy posilovacích strojů                                                       145 936,74 Kč</w:t>
      </w:r>
    </w:p>
    <w:p w:rsidR="00684F87" w:rsidRPr="00177B98" w:rsidRDefault="00684F87" w:rsidP="003B1536">
      <w:pPr>
        <w:pStyle w:val="BodyText"/>
        <w:tabs>
          <w:tab w:val="right" w:pos="9072"/>
        </w:tabs>
      </w:pPr>
      <w:r>
        <w:t xml:space="preserve">  Mateřské centrum Oříšek-investiční příspěvek (maringotka)                             150 000,00 Kč</w:t>
      </w:r>
    </w:p>
    <w:p w:rsidR="00684F87" w:rsidRPr="00177B98" w:rsidRDefault="00684F87" w:rsidP="00A5688F">
      <w:pPr>
        <w:pStyle w:val="BodyText"/>
        <w:tabs>
          <w:tab w:val="left" w:pos="8600"/>
          <w:tab w:val="left" w:pos="8800"/>
          <w:tab w:val="right" w:pos="9072"/>
        </w:tabs>
      </w:pPr>
      <w:r>
        <w:t xml:space="preserve">  Veřejné osvětlení-ul. Bílý potok</w:t>
      </w:r>
      <w:r w:rsidRPr="00177B98">
        <w:t xml:space="preserve"> </w:t>
      </w:r>
      <w:r>
        <w:t>-doplatek</w:t>
      </w:r>
      <w:r w:rsidRPr="00177B98">
        <w:t xml:space="preserve">                              </w:t>
      </w:r>
      <w:r>
        <w:t xml:space="preserve">                            232 164,56Kč</w:t>
      </w:r>
    </w:p>
    <w:p w:rsidR="00684F87" w:rsidRPr="00177B98" w:rsidRDefault="00684F87" w:rsidP="00ED781E">
      <w:pPr>
        <w:pStyle w:val="BodyText"/>
        <w:tabs>
          <w:tab w:val="right" w:pos="9072"/>
        </w:tabs>
      </w:pPr>
      <w:r>
        <w:t xml:space="preserve">  Veřejné osvětlení-ul. M.Kudeříkové-doplatek                                                    125 871,48</w:t>
      </w:r>
      <w:r w:rsidRPr="00177B98">
        <w:t xml:space="preserve"> Kč</w:t>
      </w:r>
    </w:p>
    <w:p w:rsidR="00684F87" w:rsidRPr="00177B98" w:rsidRDefault="00684F87" w:rsidP="00ED781E">
      <w:pPr>
        <w:pStyle w:val="BodyText"/>
        <w:tabs>
          <w:tab w:val="right" w:pos="9072"/>
        </w:tabs>
      </w:pPr>
      <w:r>
        <w:t xml:space="preserve"> </w:t>
      </w:r>
      <w:r w:rsidRPr="00177B98">
        <w:t xml:space="preserve"> </w:t>
      </w:r>
      <w:r>
        <w:t>Kulturní dům-stavební úpravy</w:t>
      </w:r>
      <w:r w:rsidRPr="00177B98">
        <w:t xml:space="preserve">                       </w:t>
      </w:r>
      <w:r>
        <w:t xml:space="preserve">                                                   9 134 895,57</w:t>
      </w:r>
      <w:r w:rsidRPr="00177B98">
        <w:t xml:space="preserve"> Kč</w:t>
      </w:r>
    </w:p>
    <w:p w:rsidR="00684F87" w:rsidRPr="00177B98" w:rsidRDefault="00684F87" w:rsidP="00ED781E">
      <w:pPr>
        <w:pStyle w:val="BodyText"/>
        <w:tabs>
          <w:tab w:val="right" w:pos="9072"/>
        </w:tabs>
      </w:pPr>
      <w:r>
        <w:t xml:space="preserve">  Kulturní dům-změna užívání části kult.domu                                                      109 802,42</w:t>
      </w:r>
      <w:r w:rsidRPr="00177B98">
        <w:t xml:space="preserve"> Kč </w:t>
      </w:r>
    </w:p>
    <w:p w:rsidR="00684F87" w:rsidRPr="00952595" w:rsidRDefault="00684F87" w:rsidP="00FE143D">
      <w:pPr>
        <w:pStyle w:val="BodyText"/>
        <w:tabs>
          <w:tab w:val="right" w:pos="9072"/>
        </w:tabs>
      </w:pPr>
      <w:r w:rsidRPr="00177B98">
        <w:t xml:space="preserve"> </w:t>
      </w:r>
      <w:r>
        <w:t xml:space="preserve">                                                                                                            celkem  </w:t>
      </w:r>
      <w:r>
        <w:rPr>
          <w:b/>
          <w:bCs/>
        </w:rPr>
        <w:t>21 892 319,43</w:t>
      </w:r>
      <w:r w:rsidRPr="00A5688F">
        <w:rPr>
          <w:b/>
          <w:bCs/>
        </w:rPr>
        <w:t xml:space="preserve"> Kč</w:t>
      </w:r>
      <w:r>
        <w:t xml:space="preserve">     </w:t>
      </w:r>
    </w:p>
    <w:p w:rsidR="00684F87" w:rsidRDefault="00684F8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684F87" w:rsidRDefault="00684F8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684F87" w:rsidRPr="00952595" w:rsidRDefault="00684F87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684F87" w:rsidRDefault="00684F87" w:rsidP="00B02FC5">
      <w:pPr>
        <w:pStyle w:val="BodyText"/>
        <w:tabs>
          <w:tab w:val="right" w:pos="9072"/>
        </w:tabs>
        <w:ind w:firstLine="142"/>
        <w:jc w:val="both"/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2022 se jednalo o tuto investiční akci</w:t>
      </w:r>
      <w:r w:rsidRPr="00952595">
        <w:t>:</w:t>
      </w:r>
    </w:p>
    <w:p w:rsidR="00684F87" w:rsidRPr="00172E41" w:rsidRDefault="00684F87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 xml:space="preserve">Místní komunikce ul. V Brance (1.etapa)                                                                 </w:t>
      </w:r>
      <w:r w:rsidRPr="00172E41">
        <w:rPr>
          <w:b/>
          <w:bCs/>
        </w:rPr>
        <w:t>23 939,00 Kč</w:t>
      </w:r>
    </w:p>
    <w:p w:rsidR="00684F87" w:rsidRDefault="00684F87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684F87" w:rsidRDefault="00684F87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684F87" w:rsidRPr="00952595" w:rsidRDefault="00684F87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684F87" w:rsidRPr="00952595" w:rsidRDefault="00684F87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684F87" w:rsidRPr="00952595" w:rsidRDefault="00684F87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684F87" w:rsidRPr="00952595" w:rsidRDefault="00684F87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KN, zaměření</w:t>
      </w:r>
      <w:r>
        <w:tab/>
      </w:r>
      <w:r w:rsidRPr="00952595">
        <w:t xml:space="preserve">celkem </w:t>
      </w:r>
      <w:r>
        <w:t xml:space="preserve">  </w:t>
      </w:r>
      <w:r>
        <w:rPr>
          <w:b/>
          <w:bCs/>
        </w:rPr>
        <w:t>43 450,00</w:t>
      </w:r>
      <w:r w:rsidRPr="00952595">
        <w:rPr>
          <w:b/>
          <w:bCs/>
        </w:rPr>
        <w:t xml:space="preserve"> Kč</w:t>
      </w:r>
    </w:p>
    <w:p w:rsidR="00684F87" w:rsidRPr="00952595" w:rsidRDefault="00684F8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684F87" w:rsidRDefault="00684F8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684F87" w:rsidRDefault="00684F8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684F87" w:rsidRDefault="00684F87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684F87" w:rsidRPr="004A38DD" w:rsidRDefault="00684F87" w:rsidP="00DA29FB">
      <w:pPr>
        <w:pStyle w:val="BodyText"/>
        <w:numPr>
          <w:ilvl w:val="0"/>
          <w:numId w:val="206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komunikací, oprava uličky Na Bílém potoce</w:t>
      </w:r>
    </w:p>
    <w:p w:rsidR="00684F87" w:rsidRPr="00952595" w:rsidRDefault="00684F87" w:rsidP="004A38DD">
      <w:pPr>
        <w:pStyle w:val="BodyText"/>
        <w:tabs>
          <w:tab w:val="left" w:pos="851"/>
          <w:tab w:val="left" w:pos="6804"/>
          <w:tab w:val="right" w:pos="9072"/>
        </w:tabs>
        <w:rPr>
          <w:b/>
          <w:bCs/>
        </w:rPr>
      </w:pPr>
      <w:r>
        <w:t xml:space="preserve">                     </w:t>
      </w:r>
      <w:r w:rsidRPr="00952595">
        <w:tab/>
      </w:r>
      <w:r>
        <w:t xml:space="preserve">   </w:t>
      </w:r>
      <w:r w:rsidRPr="00952595">
        <w:t xml:space="preserve">celkem </w:t>
      </w:r>
      <w:r>
        <w:t xml:space="preserve">     </w:t>
      </w:r>
      <w:r>
        <w:rPr>
          <w:b/>
          <w:bCs/>
        </w:rPr>
        <w:t>813 016,76</w:t>
      </w:r>
      <w:r w:rsidRPr="00952595">
        <w:rPr>
          <w:b/>
          <w:bCs/>
        </w:rPr>
        <w:t xml:space="preserve"> Kč</w:t>
      </w:r>
    </w:p>
    <w:p w:rsidR="00684F87" w:rsidRDefault="00684F87" w:rsidP="00D75543">
      <w:pPr>
        <w:pStyle w:val="BodyText"/>
        <w:numPr>
          <w:ilvl w:val="0"/>
          <w:numId w:val="207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ků,oprava chodníku Na Bítýškách před domy č.p.648-649  </w:t>
      </w:r>
    </w:p>
    <w:p w:rsidR="00684F87" w:rsidRPr="00952595" w:rsidRDefault="00684F87" w:rsidP="00D75543">
      <w:pPr>
        <w:pStyle w:val="BodyText"/>
        <w:tabs>
          <w:tab w:val="left" w:pos="851"/>
          <w:tab w:val="right" w:pos="9072"/>
          <w:tab w:val="left" w:pos="9400"/>
        </w:tabs>
        <w:ind w:left="142"/>
      </w:pPr>
      <w:r>
        <w:t xml:space="preserve">                                                                                                                     celkem  </w:t>
      </w:r>
      <w:r>
        <w:rPr>
          <w:b/>
          <w:bCs/>
        </w:rPr>
        <w:t xml:space="preserve">  847 995,1</w:t>
      </w:r>
      <w:r w:rsidRPr="00D75543">
        <w:rPr>
          <w:b/>
          <w:bCs/>
        </w:rPr>
        <w:t xml:space="preserve">1 Kč </w:t>
      </w:r>
      <w:r>
        <w:t xml:space="preserve">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</w:t>
      </w:r>
    </w:p>
    <w:p w:rsidR="00684F87" w:rsidRDefault="00684F87" w:rsidP="00A53233">
      <w:pPr>
        <w:pStyle w:val="BodyText"/>
        <w:tabs>
          <w:tab w:val="right" w:pos="9072"/>
        </w:tabs>
        <w:rPr>
          <w:b/>
          <w:bCs/>
        </w:rPr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344 100,00 Kč</w:t>
      </w:r>
    </w:p>
    <w:p w:rsidR="00684F87" w:rsidRPr="00810325" w:rsidRDefault="00684F87" w:rsidP="00A53233">
      <w:pPr>
        <w:pStyle w:val="BodyText"/>
        <w:tabs>
          <w:tab w:val="right" w:pos="9072"/>
        </w:tabs>
      </w:pPr>
      <w:r>
        <w:rPr>
          <w:b/>
          <w:bCs/>
        </w:rPr>
        <w:t xml:space="preserve">  </w:t>
      </w:r>
      <w:r w:rsidRPr="00810325">
        <w:t xml:space="preserve">2310 </w:t>
      </w:r>
      <w:r>
        <w:t xml:space="preserve">     Výdaje související s vodním zdrojem-pitná voda                     celkem       </w:t>
      </w:r>
      <w:r>
        <w:rPr>
          <w:b/>
          <w:bCs/>
        </w:rPr>
        <w:t xml:space="preserve">   8 788,00</w:t>
      </w:r>
      <w:r w:rsidRPr="00810325">
        <w:rPr>
          <w:b/>
          <w:bCs/>
        </w:rPr>
        <w:t xml:space="preserve"> Kč</w:t>
      </w:r>
    </w:p>
    <w:p w:rsidR="00684F87" w:rsidRDefault="00684F87" w:rsidP="00942614">
      <w:pPr>
        <w:pStyle w:val="BodyText"/>
        <w:numPr>
          <w:ilvl w:val="0"/>
          <w:numId w:val="210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>Výdaje související s odváděním a čištěním odpadních vod,</w:t>
      </w:r>
      <w:r>
        <w:t xml:space="preserve"> dešťová kanalizace                                                            </w:t>
      </w:r>
    </w:p>
    <w:p w:rsidR="00684F87" w:rsidRPr="00952595" w:rsidRDefault="00684F87" w:rsidP="00942614">
      <w:pPr>
        <w:pStyle w:val="BodyText"/>
        <w:tabs>
          <w:tab w:val="left" w:pos="851"/>
          <w:tab w:val="right" w:pos="9072"/>
        </w:tabs>
      </w:pPr>
      <w:r>
        <w:t xml:space="preserve">                                                                                                                 celkem      </w:t>
      </w:r>
      <w:r>
        <w:rPr>
          <w:b/>
          <w:bCs/>
        </w:rPr>
        <w:t xml:space="preserve"> 121 793,22</w:t>
      </w:r>
      <w:r w:rsidRPr="00135B25">
        <w:rPr>
          <w:b/>
          <w:bCs/>
        </w:rPr>
        <w:t xml:space="preserve"> Kč</w:t>
      </w:r>
      <w:r>
        <w:t xml:space="preserve"> </w:t>
      </w:r>
      <w:r>
        <w:rPr>
          <w:b/>
          <w:bCs/>
        </w:rPr>
        <w:t xml:space="preserve">     </w:t>
      </w:r>
    </w:p>
    <w:p w:rsidR="00684F87" w:rsidRPr="00952595" w:rsidRDefault="00684F87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684F87" w:rsidRPr="00952595" w:rsidRDefault="00684F87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684F87" w:rsidRPr="00952595" w:rsidRDefault="00684F87" w:rsidP="000A1689">
      <w:pPr>
        <w:pStyle w:val="BodyText"/>
        <w:numPr>
          <w:ilvl w:val="0"/>
          <w:numId w:val="211"/>
        </w:numPr>
        <w:tabs>
          <w:tab w:val="clear" w:pos="1080"/>
          <w:tab w:val="left" w:pos="851"/>
          <w:tab w:val="right" w:pos="9072"/>
        </w:tabs>
        <w:ind w:left="851" w:hanging="709"/>
      </w:pPr>
      <w:r>
        <w:t>Výdaje na provoz a údržbu budov</w:t>
      </w:r>
      <w:r w:rsidRPr="00952595">
        <w:t xml:space="preserve"> mateřské školy</w:t>
      </w:r>
      <w:r>
        <w:t xml:space="preserve">                celkem </w:t>
      </w:r>
      <w:r>
        <w:rPr>
          <w:b/>
          <w:bCs/>
        </w:rPr>
        <w:t>1 251 474</w:t>
      </w:r>
      <w:r w:rsidRPr="00F250CF">
        <w:rPr>
          <w:b/>
          <w:bCs/>
        </w:rPr>
        <w:t>,</w:t>
      </w:r>
      <w:r>
        <w:rPr>
          <w:b/>
          <w:bCs/>
        </w:rPr>
        <w:t>04 K</w:t>
      </w:r>
      <w:r w:rsidRPr="00F250CF">
        <w:rPr>
          <w:b/>
          <w:bCs/>
        </w:rPr>
        <w:t>č</w:t>
      </w:r>
    </w:p>
    <w:p w:rsidR="00684F87" w:rsidRPr="00942614" w:rsidRDefault="00684F87" w:rsidP="00DF25F4">
      <w:pPr>
        <w:pStyle w:val="BodyText"/>
        <w:numPr>
          <w:ilvl w:val="0"/>
          <w:numId w:val="212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>
        <w:t>Výdaje na provoz a údržbu budov</w:t>
      </w:r>
      <w:r w:rsidRPr="00952595">
        <w:t xml:space="preserve"> základní školy</w:t>
      </w:r>
      <w:r>
        <w:t>, přeposlání dotace z MŠMT</w:t>
      </w:r>
    </w:p>
    <w:p w:rsidR="00684F87" w:rsidRPr="00DF25F4" w:rsidRDefault="00684F87" w:rsidP="00942614">
      <w:pPr>
        <w:pStyle w:val="BodyText"/>
        <w:tabs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celkem  </w:t>
      </w:r>
      <w:r>
        <w:rPr>
          <w:b/>
          <w:bCs/>
        </w:rPr>
        <w:t>3 389 498,90</w:t>
      </w:r>
      <w:r w:rsidRPr="00F250CF">
        <w:rPr>
          <w:b/>
          <w:bCs/>
        </w:rPr>
        <w:t>Kč</w:t>
      </w:r>
    </w:p>
    <w:p w:rsidR="00684F87" w:rsidRDefault="00684F8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684F87" w:rsidRDefault="00684F8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dětské hry, mikrovlná trouba,jarní dovádění, příměstský tábor </w:t>
      </w:r>
    </w:p>
    <w:p w:rsidR="00684F87" w:rsidRPr="00952595" w:rsidRDefault="00684F87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               </w:t>
      </w:r>
      <w:r>
        <w:tab/>
        <w:t xml:space="preserve">celkem </w:t>
      </w:r>
      <w:r>
        <w:rPr>
          <w:b/>
          <w:bCs/>
        </w:rPr>
        <w:t>1 104 876,30</w:t>
      </w:r>
      <w:r w:rsidRPr="00CF4836">
        <w:rPr>
          <w:b/>
          <w:bCs/>
        </w:rPr>
        <w:t xml:space="preserve"> Kč</w:t>
      </w:r>
    </w:p>
    <w:p w:rsidR="00684F87" w:rsidRPr="00673A76" w:rsidRDefault="00684F87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684F87" w:rsidRPr="00B94397" w:rsidRDefault="00684F87" w:rsidP="00DB39E0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684F87" w:rsidRDefault="00684F87" w:rsidP="00661581">
      <w:pPr>
        <w:pStyle w:val="BodyText"/>
        <w:numPr>
          <w:ilvl w:val="0"/>
          <w:numId w:val="214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>-revize, autorský poplatek OSA</w:t>
      </w:r>
    </w:p>
    <w:p w:rsidR="00684F87" w:rsidRPr="00952595" w:rsidRDefault="00684F87" w:rsidP="00F91810">
      <w:pPr>
        <w:pStyle w:val="BodyText"/>
        <w:tabs>
          <w:tab w:val="left" w:pos="851"/>
          <w:tab w:val="right" w:pos="9072"/>
        </w:tabs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>40 996,98</w:t>
      </w:r>
      <w:r w:rsidRPr="00F250CF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numPr>
          <w:ilvl w:val="0"/>
          <w:numId w:val="215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63 674,00</w:t>
      </w:r>
      <w:r w:rsidRPr="00F250CF">
        <w:rPr>
          <w:b/>
          <w:bCs/>
        </w:rPr>
        <w:t xml:space="preserve"> Kč</w:t>
      </w:r>
    </w:p>
    <w:p w:rsidR="00684F87" w:rsidRPr="00952595" w:rsidRDefault="00684F87" w:rsidP="00DF25F4">
      <w:pPr>
        <w:pStyle w:val="BodyText"/>
        <w:numPr>
          <w:ilvl w:val="0"/>
          <w:numId w:val="217"/>
        </w:numPr>
        <w:tabs>
          <w:tab w:val="left" w:pos="851"/>
          <w:tab w:val="right" w:pos="9072"/>
        </w:tabs>
        <w:ind w:left="851" w:hanging="709"/>
      </w:pPr>
      <w:r>
        <w:t>Výdaje související s provozem</w:t>
      </w:r>
      <w:r w:rsidRPr="00952595">
        <w:t xml:space="preserve"> Kulturního domu</w:t>
      </w:r>
      <w:r>
        <w:t xml:space="preserve">                       celkem </w:t>
      </w:r>
      <w:r>
        <w:rPr>
          <w:b/>
          <w:bCs/>
        </w:rPr>
        <w:t>117 585,80</w:t>
      </w:r>
      <w:r w:rsidRPr="00F250CF">
        <w:rPr>
          <w:b/>
          <w:bCs/>
        </w:rPr>
        <w:t xml:space="preserve"> Kč</w:t>
      </w:r>
    </w:p>
    <w:p w:rsidR="00684F87" w:rsidRDefault="00684F8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684F87" w:rsidRPr="00952595" w:rsidRDefault="00684F8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684F87" w:rsidRPr="00D65923" w:rsidRDefault="00684F87" w:rsidP="00D65923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104 278,00</w:t>
      </w:r>
      <w:r w:rsidRPr="00673A76">
        <w:rPr>
          <w:b/>
          <w:bCs/>
        </w:rPr>
        <w:t xml:space="preserve"> K</w:t>
      </w:r>
      <w:r>
        <w:rPr>
          <w:b/>
          <w:bCs/>
        </w:rPr>
        <w:t>č</w:t>
      </w:r>
    </w:p>
    <w:p w:rsidR="00684F87" w:rsidRPr="00952595" w:rsidRDefault="00684F87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</w:t>
      </w:r>
    </w:p>
    <w:p w:rsidR="00684F87" w:rsidRDefault="00684F8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</w:t>
      </w:r>
      <w:r w:rsidRPr="00952595">
        <w:t>Výdaje související s činností sboru pro občanské zálež</w:t>
      </w:r>
      <w:r>
        <w:t xml:space="preserve">itosti – věcné dary pro seniory </w:t>
      </w:r>
    </w:p>
    <w:p w:rsidR="00684F87" w:rsidRDefault="00684F8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u příleži</w:t>
      </w:r>
      <w:r>
        <w:softHyphen/>
        <w:t xml:space="preserve">tosti životních jubileí, vítání narozených </w:t>
      </w:r>
      <w:r w:rsidRPr="00952595">
        <w:t>d</w:t>
      </w:r>
      <w:r>
        <w:t xml:space="preserve">ětí, dny města, rozsvěcení vánočního </w:t>
      </w:r>
    </w:p>
    <w:p w:rsidR="00684F87" w:rsidRPr="00673A76" w:rsidRDefault="00684F87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stromu                                                                                          celkem  </w:t>
      </w:r>
      <w:r>
        <w:rPr>
          <w:b/>
          <w:bCs/>
        </w:rPr>
        <w:t>355 990,13</w:t>
      </w:r>
      <w:r w:rsidRPr="00841DC8">
        <w:rPr>
          <w:b/>
          <w:bCs/>
        </w:rPr>
        <w:t xml:space="preserve"> Kč</w:t>
      </w:r>
      <w:r>
        <w:t xml:space="preserve">                                                                                                           </w:t>
      </w:r>
    </w:p>
    <w:p w:rsidR="00684F87" w:rsidRDefault="00684F87" w:rsidP="00661581">
      <w:pPr>
        <w:pStyle w:val="BodyText"/>
        <w:tabs>
          <w:tab w:val="left" w:pos="851"/>
          <w:tab w:val="right" w:pos="9072"/>
        </w:tabs>
        <w:ind w:firstLine="142"/>
      </w:pPr>
      <w:r w:rsidRPr="00952595">
        <w:t>3412</w:t>
      </w:r>
      <w:r w:rsidRPr="00952595">
        <w:tab/>
        <w:t>Výdaje související s pro</w:t>
      </w:r>
      <w:r>
        <w:t xml:space="preserve">vozem a údržbou tělocvičny a hřišť ve městě   </w:t>
      </w:r>
    </w:p>
    <w:p w:rsidR="00684F87" w:rsidRPr="001A5DBA" w:rsidRDefault="00684F87" w:rsidP="00A84CAA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  </w:t>
      </w:r>
      <w:r>
        <w:rPr>
          <w:b/>
          <w:bCs/>
        </w:rPr>
        <w:t>815 211,31</w:t>
      </w:r>
      <w:r w:rsidRPr="001A5DBA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684F87" w:rsidRPr="00673A76" w:rsidRDefault="00684F8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160 000,00</w:t>
      </w:r>
      <w:r w:rsidRPr="00673A76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684F87" w:rsidRDefault="00684F87" w:rsidP="00661581">
      <w:pPr>
        <w:pStyle w:val="BodyText"/>
        <w:numPr>
          <w:ilvl w:val="0"/>
          <w:numId w:val="218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684F87" w:rsidRPr="00952595" w:rsidRDefault="00684F87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numPr>
          <w:ilvl w:val="0"/>
          <w:numId w:val="219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856 895,87</w:t>
      </w:r>
      <w:r w:rsidRPr="001A5DBA">
        <w:rPr>
          <w:b/>
          <w:bCs/>
        </w:rPr>
        <w:t xml:space="preserve"> Kč</w:t>
      </w:r>
    </w:p>
    <w:p w:rsidR="00684F87" w:rsidRPr="001A5DBA" w:rsidRDefault="00684F87" w:rsidP="00661581">
      <w:pPr>
        <w:pStyle w:val="BodyText"/>
        <w:numPr>
          <w:ilvl w:val="0"/>
          <w:numId w:val="219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 xml:space="preserve">                                   celkem  </w:t>
      </w:r>
      <w:r>
        <w:rPr>
          <w:b/>
          <w:bCs/>
        </w:rPr>
        <w:t>67 570,97</w:t>
      </w:r>
      <w:r w:rsidRPr="001A5DBA">
        <w:rPr>
          <w:b/>
          <w:bCs/>
        </w:rPr>
        <w:t xml:space="preserve"> Kč</w:t>
      </w:r>
    </w:p>
    <w:p w:rsidR="00684F87" w:rsidRPr="001A5DBA" w:rsidRDefault="00684F87" w:rsidP="00661581">
      <w:pPr>
        <w:pStyle w:val="BodyText"/>
        <w:numPr>
          <w:ilvl w:val="0"/>
          <w:numId w:val="220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 xml:space="preserve">                                                                        celkem  </w:t>
      </w:r>
      <w:r>
        <w:rPr>
          <w:b/>
          <w:bCs/>
        </w:rPr>
        <w:t xml:space="preserve">     186,5</w:t>
      </w:r>
      <w:r w:rsidRPr="001A5DBA">
        <w:rPr>
          <w:b/>
          <w:bCs/>
        </w:rPr>
        <w:t>0 Kč</w:t>
      </w:r>
    </w:p>
    <w:p w:rsidR="00684F87" w:rsidRPr="009F129C" w:rsidRDefault="00684F87" w:rsidP="00661581">
      <w:pPr>
        <w:pStyle w:val="BodyText"/>
        <w:numPr>
          <w:ilvl w:val="0"/>
          <w:numId w:val="220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celkem  </w:t>
      </w:r>
      <w:r>
        <w:rPr>
          <w:b/>
          <w:bCs/>
        </w:rPr>
        <w:t>226 037,99</w:t>
      </w:r>
      <w:r w:rsidRPr="009F129C">
        <w:rPr>
          <w:b/>
          <w:bCs/>
        </w:rPr>
        <w:t xml:space="preserve"> Kč</w:t>
      </w:r>
    </w:p>
    <w:p w:rsidR="00684F87" w:rsidRPr="00DF2617" w:rsidRDefault="00684F87" w:rsidP="00EA62B5">
      <w:pPr>
        <w:pStyle w:val="BodyText"/>
        <w:numPr>
          <w:ilvl w:val="0"/>
          <w:numId w:val="221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 xml:space="preserve">Veřejně prospěšné práce – výdaje na sečení trávy, úklid města, nákup křovinořezu  </w:t>
      </w:r>
    </w:p>
    <w:p w:rsidR="00684F87" w:rsidRPr="009310F3" w:rsidRDefault="00684F87" w:rsidP="00DF261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</w:t>
      </w:r>
      <w:r w:rsidRPr="00C420BB">
        <w:rPr>
          <w:b/>
          <w:bCs/>
        </w:rPr>
        <w:t>1</w:t>
      </w:r>
      <w:r>
        <w:t xml:space="preserve"> </w:t>
      </w:r>
      <w:r>
        <w:rPr>
          <w:b/>
          <w:bCs/>
        </w:rPr>
        <w:t>027 521,19</w:t>
      </w:r>
      <w:r w:rsidRPr="009310F3">
        <w:rPr>
          <w:b/>
          <w:bCs/>
        </w:rPr>
        <w:t xml:space="preserve"> Kč</w:t>
      </w:r>
    </w:p>
    <w:p w:rsidR="00684F87" w:rsidRPr="009310F3" w:rsidRDefault="00684F87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48 930,99</w:t>
      </w:r>
      <w:r w:rsidRPr="009310F3">
        <w:rPr>
          <w:b/>
          <w:bCs/>
        </w:rPr>
        <w:t xml:space="preserve"> Kč</w:t>
      </w:r>
    </w:p>
    <w:p w:rsidR="00684F87" w:rsidRPr="00A80879" w:rsidRDefault="00684F87" w:rsidP="00A80879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 xml:space="preserve">. ZUŠ)- revize plyn.zařízení, malování tříd   celkem </w:t>
      </w:r>
      <w:r>
        <w:rPr>
          <w:b/>
          <w:bCs/>
        </w:rPr>
        <w:t xml:space="preserve">     64 547,68 Kč</w:t>
      </w:r>
    </w:p>
    <w:p w:rsidR="00684F87" w:rsidRDefault="00684F87" w:rsidP="004A5962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 xml:space="preserve">Autokemp Hana-úhrada za pronájem pozemků, výměna rozvaděčů pro           </w:t>
      </w:r>
    </w:p>
    <w:p w:rsidR="00684F87" w:rsidRDefault="00684F87" w:rsidP="004A59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 xml:space="preserve">            karavanové stání                                                                       </w:t>
      </w:r>
      <w:r w:rsidRPr="000F00CE">
        <w:t>celkem</w:t>
      </w:r>
      <w:r>
        <w:t xml:space="preserve">    </w:t>
      </w:r>
      <w:r>
        <w:rPr>
          <w:b/>
          <w:bCs/>
        </w:rPr>
        <w:t xml:space="preserve">     52 557,15</w:t>
      </w:r>
      <w:r w:rsidRPr="000F00CE">
        <w:rPr>
          <w:b/>
          <w:bCs/>
        </w:rPr>
        <w:t xml:space="preserve"> Kč</w:t>
      </w:r>
    </w:p>
    <w:p w:rsidR="00684F87" w:rsidRPr="00A80879" w:rsidRDefault="00684F87" w:rsidP="004A5962">
      <w:pPr>
        <w:pStyle w:val="BodyText"/>
        <w:tabs>
          <w:tab w:val="left" w:pos="851"/>
          <w:tab w:val="right" w:pos="9072"/>
        </w:tabs>
        <w:ind w:firstLine="142"/>
      </w:pPr>
      <w:r w:rsidRPr="00A80879">
        <w:t xml:space="preserve">           </w:t>
      </w:r>
    </w:p>
    <w:p w:rsidR="00684F87" w:rsidRPr="00F14B4F" w:rsidRDefault="00684F87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684F87" w:rsidRDefault="00684F87" w:rsidP="005109CE">
      <w:pPr>
        <w:pStyle w:val="BodyText"/>
        <w:numPr>
          <w:ilvl w:val="0"/>
          <w:numId w:val="247"/>
        </w:numPr>
        <w:tabs>
          <w:tab w:val="left" w:pos="851"/>
          <w:tab w:val="left" w:pos="1276"/>
          <w:tab w:val="right" w:pos="9072"/>
        </w:tabs>
        <w:jc w:val="both"/>
      </w:pPr>
      <w:r w:rsidRPr="00952595">
        <w:t>Odvoz komun</w:t>
      </w:r>
      <w:r>
        <w:t>álního odpadu – platy pracovníků</w:t>
      </w:r>
      <w:r w:rsidRPr="00952595">
        <w:t>,</w:t>
      </w:r>
      <w:r>
        <w:t xml:space="preserve"> </w:t>
      </w:r>
      <w:r w:rsidRPr="00952595">
        <w:t xml:space="preserve">pohonné hmoty, povinné ručení, pojištění KUKA vozu, </w:t>
      </w:r>
      <w:r>
        <w:t>mýtné, opravy (výměna vyklapěče za 456 512,43 Kč),</w:t>
      </w:r>
      <w:r w:rsidRPr="00952595">
        <w:t xml:space="preserve"> poplatky za uložení odpadu</w:t>
      </w:r>
      <w:r>
        <w:tab/>
        <w:t xml:space="preserve">        </w:t>
      </w:r>
    </w:p>
    <w:p w:rsidR="00684F87" w:rsidRDefault="00684F87" w:rsidP="005109CE">
      <w:pPr>
        <w:pStyle w:val="BodyText"/>
        <w:tabs>
          <w:tab w:val="left" w:pos="851"/>
          <w:tab w:val="left" w:pos="1276"/>
          <w:tab w:val="right" w:pos="9072"/>
        </w:tabs>
        <w:jc w:val="both"/>
      </w:pPr>
      <w:r>
        <w:t xml:space="preserve">                                                                                                                           celkem </w:t>
      </w:r>
      <w:r>
        <w:rPr>
          <w:b/>
          <w:bCs/>
        </w:rPr>
        <w:t>4 110 582,14</w:t>
      </w:r>
      <w:r w:rsidRPr="005F0BFD">
        <w:rPr>
          <w:b/>
          <w:bCs/>
        </w:rPr>
        <w:t xml:space="preserve"> Kč</w:t>
      </w:r>
    </w:p>
    <w:p w:rsidR="00684F87" w:rsidRPr="00250CEF" w:rsidRDefault="00684F87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684F87" w:rsidRPr="00952595" w:rsidRDefault="00684F87" w:rsidP="007F1877">
      <w:pPr>
        <w:pStyle w:val="BodyText"/>
        <w:numPr>
          <w:ilvl w:val="0"/>
          <w:numId w:val="240"/>
        </w:numPr>
        <w:tabs>
          <w:tab w:val="clear" w:pos="600"/>
          <w:tab w:val="left" w:pos="800"/>
          <w:tab w:val="left" w:pos="851"/>
          <w:tab w:val="num" w:pos="900"/>
          <w:tab w:val="right" w:pos="9072"/>
        </w:tabs>
        <w:jc w:val="both"/>
      </w:pPr>
      <w:r>
        <w:t xml:space="preserve"> Využívání </w:t>
      </w:r>
      <w:r w:rsidRPr="00952595">
        <w:t>a zne</w:t>
      </w:r>
      <w:r>
        <w:t xml:space="preserve">škodňování komunálních odpadů–nákup 2 ks žlutých kontejnerů na  tříd.odpad,     </w:t>
      </w:r>
      <w:r w:rsidRPr="00952595">
        <w:t>poh</w:t>
      </w:r>
      <w:r>
        <w:t xml:space="preserve">onné hmoty,materiál,poplatek za uložení odpadu v kompostárně, poplatek za odstranění odpadu-PET lahví                                                                                           celkem </w:t>
      </w:r>
      <w:r>
        <w:rPr>
          <w:b/>
          <w:bCs/>
        </w:rPr>
        <w:t>124 927,64</w:t>
      </w:r>
      <w:r w:rsidRPr="005F0BFD">
        <w:rPr>
          <w:b/>
          <w:bCs/>
        </w:rPr>
        <w:t xml:space="preserve"> Kč</w:t>
      </w:r>
      <w:r>
        <w:t xml:space="preserve"> </w:t>
      </w:r>
    </w:p>
    <w:p w:rsidR="00684F87" w:rsidRPr="000753B2" w:rsidRDefault="00684F87" w:rsidP="000753B2">
      <w:pPr>
        <w:pStyle w:val="BodyText"/>
        <w:numPr>
          <w:ilvl w:val="0"/>
          <w:numId w:val="224"/>
        </w:numPr>
        <w:tabs>
          <w:tab w:val="left" w:pos="851"/>
          <w:tab w:val="right" w:pos="9072"/>
        </w:tabs>
        <w:ind w:left="851" w:hanging="709"/>
        <w:jc w:val="both"/>
      </w:pPr>
      <w:r>
        <w:t>Péče o vzhled města – úklid města</w:t>
      </w:r>
      <w:r w:rsidRPr="00952595">
        <w:t xml:space="preserve"> a údržba zeleně</w:t>
      </w:r>
      <w:r>
        <w:t xml:space="preserve">, vánoční výzdoba, rizikové kácení stromů, úprava Kašparovy louky (cvičící prvky,inform.tabule-naučná stezka, 3 ks stromů), Slešťůvka-inform.tabule,  4 ks jabloní, nákup odpadkových košů, laviček, </w:t>
      </w:r>
      <w:r w:rsidRPr="007F1877">
        <w:t xml:space="preserve"> kontejnery na tříd.odpad</w:t>
      </w:r>
      <w:r>
        <w:t xml:space="preserve"> (5 ks), oprava zábradlí mostku na Bílém potoce                                                   celkem </w:t>
      </w:r>
      <w:r>
        <w:rPr>
          <w:b/>
          <w:bCs/>
        </w:rPr>
        <w:t>946 032,36</w:t>
      </w:r>
      <w:r w:rsidRPr="00DA62DC">
        <w:rPr>
          <w:b/>
          <w:bCs/>
        </w:rPr>
        <w:t xml:space="preserve"> Kč</w:t>
      </w:r>
    </w:p>
    <w:p w:rsidR="00684F87" w:rsidRDefault="00684F87" w:rsidP="000753B2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  <w:r>
        <w:rPr>
          <w:b/>
          <w:bCs/>
        </w:rPr>
        <w:t xml:space="preserve">   </w:t>
      </w:r>
      <w:r w:rsidRPr="000753B2">
        <w:t>3900</w:t>
      </w:r>
      <w:r>
        <w:t xml:space="preserve">   Příspěvek Práh jižní Morava         </w:t>
      </w:r>
      <w:r w:rsidRPr="000753B2">
        <w:rPr>
          <w:b/>
          <w:bCs/>
        </w:rPr>
        <w:t>4 700,- Kč</w:t>
      </w:r>
    </w:p>
    <w:p w:rsidR="00684F87" w:rsidRPr="000753B2" w:rsidRDefault="00684F87" w:rsidP="000753B2">
      <w:pPr>
        <w:pStyle w:val="BodyText"/>
        <w:tabs>
          <w:tab w:val="left" w:pos="851"/>
          <w:tab w:val="right" w:pos="9072"/>
        </w:tabs>
        <w:jc w:val="both"/>
      </w:pPr>
      <w:r>
        <w:rPr>
          <w:b/>
          <w:bCs/>
        </w:rPr>
        <w:t xml:space="preserve">              </w:t>
      </w:r>
      <w:r w:rsidRPr="000753B2">
        <w:t xml:space="preserve">Zdravotní klaun- finanční dar </w:t>
      </w:r>
      <w:r>
        <w:t xml:space="preserve">      </w:t>
      </w:r>
      <w:r w:rsidRPr="000753B2">
        <w:rPr>
          <w:b/>
          <w:bCs/>
        </w:rPr>
        <w:t>10 000,- Kč</w:t>
      </w:r>
    </w:p>
    <w:p w:rsidR="00684F87" w:rsidRPr="00952595" w:rsidRDefault="00684F87" w:rsidP="00BD5FC3">
      <w:pPr>
        <w:pStyle w:val="BodyText"/>
        <w:tabs>
          <w:tab w:val="left" w:pos="851"/>
          <w:tab w:val="right" w:pos="9072"/>
        </w:tabs>
      </w:pPr>
    </w:p>
    <w:p w:rsidR="00684F87" w:rsidRPr="00952595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684F87" w:rsidRDefault="00684F87" w:rsidP="00DA62DC">
      <w:pPr>
        <w:pStyle w:val="BodyText"/>
        <w:numPr>
          <w:ilvl w:val="0"/>
          <w:numId w:val="226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684F87" w:rsidRPr="00952595" w:rsidRDefault="00684F87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 w:rsidRPr="00C7052D">
        <w:rPr>
          <w:b/>
          <w:bCs/>
        </w:rPr>
        <w:t>0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684F87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684F87" w:rsidRDefault="00684F87" w:rsidP="001A50D9">
      <w:pPr>
        <w:pStyle w:val="BodyText"/>
        <w:numPr>
          <w:ilvl w:val="0"/>
          <w:numId w:val="245"/>
        </w:numPr>
        <w:tabs>
          <w:tab w:val="left" w:pos="2127"/>
          <w:tab w:val="right" w:pos="9072"/>
        </w:tabs>
      </w:pPr>
      <w:r>
        <w:t>Krizová opatření-nákup respirátorů a testů v souvislosti s nemocí COVID-19</w:t>
      </w:r>
    </w:p>
    <w:p w:rsidR="00684F87" w:rsidRPr="001A50D9" w:rsidRDefault="00684F87" w:rsidP="001A50D9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</w:t>
      </w:r>
      <w:r w:rsidRPr="00035663">
        <w:t>celkem</w:t>
      </w:r>
      <w:r>
        <w:rPr>
          <w:b/>
          <w:bCs/>
        </w:rPr>
        <w:t xml:space="preserve"> 5 624,00 Kč</w:t>
      </w:r>
    </w:p>
    <w:p w:rsidR="00684F87" w:rsidRDefault="00684F87" w:rsidP="00DA62DC">
      <w:pPr>
        <w:pStyle w:val="BodyText"/>
        <w:numPr>
          <w:ilvl w:val="0"/>
          <w:numId w:val="228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684F87" w:rsidRDefault="00684F87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6 0</w:t>
      </w:r>
      <w:r w:rsidRPr="005F0BFD">
        <w:rPr>
          <w:b/>
          <w:bCs/>
        </w:rPr>
        <w:t>00,00 Kč</w:t>
      </w:r>
    </w:p>
    <w:p w:rsidR="00684F87" w:rsidRPr="005F0BFD" w:rsidRDefault="00684F87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684F87" w:rsidRDefault="00684F87" w:rsidP="003E7DFA">
      <w:pPr>
        <w:pStyle w:val="BodyText"/>
        <w:numPr>
          <w:ilvl w:val="0"/>
          <w:numId w:val="227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</w:t>
      </w:r>
      <w:r>
        <w:t xml:space="preserve"> pohonné hmoty, opravy, elektrickou energii,</w:t>
      </w:r>
    </w:p>
    <w:p w:rsidR="00684F87" w:rsidRDefault="00684F87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15 kusů zásahových přileb a rukavic, </w:t>
      </w:r>
    </w:p>
    <w:p w:rsidR="00684F87" w:rsidRPr="003E7DFA" w:rsidRDefault="00684F87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stejnokrojů                                                                         celkem </w:t>
      </w:r>
      <w:r>
        <w:rPr>
          <w:b/>
          <w:bCs/>
        </w:rPr>
        <w:t>320 391,85</w:t>
      </w:r>
      <w:r w:rsidRPr="005F0BFD">
        <w:rPr>
          <w:b/>
          <w:bCs/>
        </w:rPr>
        <w:t xml:space="preserve"> Kč</w:t>
      </w:r>
    </w:p>
    <w:p w:rsidR="00684F87" w:rsidRDefault="00684F87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684F87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684F87" w:rsidRPr="00952595" w:rsidRDefault="00684F87" w:rsidP="00BA172E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rPr>
          <w:b/>
          <w:bCs/>
        </w:rPr>
        <w:t xml:space="preserve">  </w:t>
      </w:r>
      <w:r w:rsidRPr="00952595">
        <w:rPr>
          <w:b/>
          <w:bCs/>
        </w:rPr>
        <w:t>SKUPINA 6 – VŠEOBECNÁ VEŘEJNÁ SPRÁVA A SLUŽBY</w:t>
      </w:r>
    </w:p>
    <w:p w:rsidR="00684F87" w:rsidRDefault="00684F87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>
        <w:t>6112</w:t>
      </w:r>
      <w:r>
        <w:tab/>
        <w:t>Zastupitelstvo města</w:t>
      </w:r>
      <w:r w:rsidRPr="00952595">
        <w:t xml:space="preserve"> – výdaje na odměny zastupitelů</w:t>
      </w:r>
      <w:r>
        <w:t>, členů výborů a komisí zřízených zastupitelstvem</w:t>
      </w:r>
      <w:r w:rsidRPr="00952595">
        <w:t>, poplatky za telef</w:t>
      </w:r>
      <w:r>
        <w:t>onní hovory, cestovné</w:t>
      </w:r>
      <w:r>
        <w:tab/>
        <w:t xml:space="preserve">celkem </w:t>
      </w:r>
      <w:r>
        <w:rPr>
          <w:b/>
          <w:bCs/>
        </w:rPr>
        <w:t>2 759 987</w:t>
      </w:r>
      <w:r w:rsidRPr="005F0BFD">
        <w:rPr>
          <w:b/>
          <w:bCs/>
        </w:rPr>
        <w:t>,00 Kč</w:t>
      </w:r>
    </w:p>
    <w:p w:rsidR="00684F87" w:rsidRDefault="00684F87" w:rsidP="0003566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6115 Volby do zastupitelstev ÚSC a 1/3 parlamentu – výdaje spojené s volbami- odměny členů volebních komisí, distribuce volebních lístků, stravné členů volební komise,cestovné,kancelářské potřeby                                                                                           celkem  </w:t>
      </w:r>
      <w:r>
        <w:rPr>
          <w:b/>
          <w:bCs/>
        </w:rPr>
        <w:t>92 264,36</w:t>
      </w:r>
      <w:r w:rsidRPr="00AC43B0">
        <w:rPr>
          <w:b/>
          <w:bCs/>
        </w:rPr>
        <w:t xml:space="preserve"> Kč</w:t>
      </w:r>
      <w:r>
        <w:t xml:space="preserve">  </w:t>
      </w:r>
    </w:p>
    <w:p w:rsidR="00684F87" w:rsidRPr="00D9707E" w:rsidRDefault="00684F87" w:rsidP="0003566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6118   Výdaje na přípravu volby prezidenta ČR v roce 2023-cestovné        celkem       </w:t>
      </w:r>
      <w:r w:rsidRPr="00D9707E">
        <w:rPr>
          <w:b/>
          <w:bCs/>
        </w:rPr>
        <w:t>187,00 Kč</w:t>
      </w:r>
    </w:p>
    <w:p w:rsidR="00684F87" w:rsidRPr="00B759B1" w:rsidRDefault="00684F87" w:rsidP="00B759B1">
      <w:pPr>
        <w:pStyle w:val="BodyText"/>
        <w:numPr>
          <w:ilvl w:val="0"/>
          <w:numId w:val="246"/>
        </w:numPr>
        <w:tabs>
          <w:tab w:val="left" w:pos="851"/>
          <w:tab w:val="left" w:pos="900"/>
          <w:tab w:val="right" w:pos="9072"/>
        </w:tabs>
        <w:jc w:val="both"/>
        <w:rPr>
          <w:b/>
          <w:bCs/>
        </w:rPr>
      </w:pPr>
      <w:r>
        <w:t xml:space="preserve">   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         materiálu, tiskopisů, výdaje</w:t>
      </w:r>
      <w:r w:rsidRPr="00952595">
        <w:t xml:space="preserve"> na energii, cestovné, služby pošt, telekomunikací, povinné úrazové pojištění, právní a poradenské služby, školení, pohoš</w:t>
      </w:r>
      <w:r>
        <w:t xml:space="preserve">tění, opravy, pojištění a platy pracovníků,věcné dary, </w:t>
      </w:r>
      <w:r w:rsidRPr="00952595">
        <w:t>náku</w:t>
      </w:r>
      <w:r>
        <w:t>p drobného dlouhodobého majetku</w:t>
      </w:r>
      <w:r>
        <w:tab/>
        <w:t xml:space="preserve">     celkem </w:t>
      </w:r>
      <w:r>
        <w:rPr>
          <w:b/>
          <w:bCs/>
        </w:rPr>
        <w:t>6 606 938,07</w:t>
      </w:r>
      <w:r w:rsidRPr="003B1536">
        <w:rPr>
          <w:b/>
          <w:bCs/>
        </w:rPr>
        <w:t xml:space="preserve"> Kč</w:t>
      </w:r>
    </w:p>
    <w:p w:rsidR="00684F87" w:rsidRDefault="00684F87" w:rsidP="00966102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</w:t>
      </w:r>
      <w:r w:rsidRPr="00B72C88">
        <w:t>Budova Boční č.p. 555-</w:t>
      </w:r>
      <w:r>
        <w:t xml:space="preserve">výdaje na provoz budovy                                    celkem     </w:t>
      </w:r>
      <w:r>
        <w:rPr>
          <w:b/>
          <w:bCs/>
        </w:rPr>
        <w:t>55 693,00</w:t>
      </w:r>
      <w:r w:rsidRPr="00B72C88">
        <w:rPr>
          <w:b/>
          <w:bCs/>
        </w:rPr>
        <w:t xml:space="preserve"> Kč</w:t>
      </w:r>
    </w:p>
    <w:p w:rsidR="00684F87" w:rsidRDefault="00684F87" w:rsidP="003042AF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</w:p>
    <w:p w:rsidR="00684F87" w:rsidRDefault="00684F87" w:rsidP="003042AF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</w:p>
    <w:p w:rsidR="00684F87" w:rsidRDefault="00684F87" w:rsidP="003042AF">
      <w:pPr>
        <w:pStyle w:val="BodyText"/>
        <w:numPr>
          <w:ilvl w:val="0"/>
          <w:numId w:val="248"/>
        </w:numPr>
        <w:tabs>
          <w:tab w:val="left" w:pos="851"/>
          <w:tab w:val="right" w:pos="9072"/>
        </w:tabs>
        <w:jc w:val="both"/>
      </w:pPr>
      <w:r>
        <w:t xml:space="preserve">  Místní referendum-výdaje spojené s pořádáním místního referenda ohledně laminační linky</w:t>
      </w:r>
    </w:p>
    <w:p w:rsidR="00684F87" w:rsidRDefault="00684F87" w:rsidP="003042AF">
      <w:pPr>
        <w:pStyle w:val="BodyText"/>
        <w:tabs>
          <w:tab w:val="left" w:pos="851"/>
          <w:tab w:val="right" w:pos="9072"/>
        </w:tabs>
        <w:ind w:left="120"/>
        <w:jc w:val="both"/>
        <w:rPr>
          <w:b/>
          <w:bCs/>
        </w:rPr>
      </w:pPr>
      <w:r>
        <w:t xml:space="preserve">                                                                                                                  celkem  </w:t>
      </w:r>
      <w:r w:rsidRPr="003042AF">
        <w:rPr>
          <w:b/>
          <w:bCs/>
        </w:rPr>
        <w:t>50 373,50 Kč</w:t>
      </w:r>
    </w:p>
    <w:p w:rsidR="00684F87" w:rsidRPr="003042AF" w:rsidRDefault="00684F87" w:rsidP="003042AF">
      <w:pPr>
        <w:pStyle w:val="BodyText"/>
        <w:tabs>
          <w:tab w:val="left" w:pos="851"/>
          <w:tab w:val="right" w:pos="9072"/>
        </w:tabs>
        <w:ind w:left="120"/>
        <w:jc w:val="both"/>
      </w:pPr>
      <w:r w:rsidRPr="003042AF">
        <w:t>6221</w:t>
      </w:r>
      <w:r>
        <w:t xml:space="preserve">    Finanční podpora pro Ukrajinu                                                       celkem  </w:t>
      </w:r>
      <w:r w:rsidRPr="003042AF">
        <w:rPr>
          <w:b/>
          <w:bCs/>
        </w:rPr>
        <w:t>45 000,00 Kč</w:t>
      </w:r>
    </w:p>
    <w:p w:rsidR="00684F87" w:rsidRPr="00952595" w:rsidRDefault="00684F87" w:rsidP="00661581">
      <w:pPr>
        <w:pStyle w:val="BodyText"/>
        <w:numPr>
          <w:ilvl w:val="0"/>
          <w:numId w:val="232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16 800,0</w:t>
      </w:r>
      <w:r w:rsidRPr="003B1536">
        <w:rPr>
          <w:b/>
          <w:bCs/>
        </w:rPr>
        <w:t>0 Kč</w:t>
      </w:r>
    </w:p>
    <w:p w:rsidR="00684F87" w:rsidRPr="00343E9D" w:rsidRDefault="00684F87" w:rsidP="00661581">
      <w:pPr>
        <w:pStyle w:val="BodyText"/>
        <w:numPr>
          <w:ilvl w:val="0"/>
          <w:numId w:val="233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   celkem </w:t>
      </w:r>
      <w:r>
        <w:rPr>
          <w:b/>
          <w:bCs/>
        </w:rPr>
        <w:t>136</w:t>
      </w:r>
      <w:r w:rsidRPr="003B1536">
        <w:rPr>
          <w:b/>
          <w:bCs/>
        </w:rPr>
        <w:t> </w:t>
      </w:r>
      <w:r>
        <w:rPr>
          <w:b/>
          <w:bCs/>
        </w:rPr>
        <w:t>243</w:t>
      </w:r>
      <w:r w:rsidRPr="003B1536">
        <w:rPr>
          <w:b/>
          <w:bCs/>
        </w:rPr>
        <w:t>,00 Kč</w:t>
      </w:r>
    </w:p>
    <w:p w:rsidR="00684F87" w:rsidRPr="00952595" w:rsidRDefault="00684F87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Poplatek za  vedení účtu pro opatrovance                                   celkem    </w:t>
      </w:r>
      <w:r>
        <w:rPr>
          <w:b/>
          <w:bCs/>
        </w:rPr>
        <w:t xml:space="preserve">    613,3</w:t>
      </w:r>
      <w:r w:rsidRPr="00343E9D">
        <w:rPr>
          <w:b/>
          <w:bCs/>
        </w:rPr>
        <w:t>0 Kč</w:t>
      </w:r>
      <w:r>
        <w:t xml:space="preserve">  </w:t>
      </w:r>
    </w:p>
    <w:p w:rsidR="00684F87" w:rsidRDefault="00684F8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 </w:t>
      </w:r>
      <w:r>
        <w:rPr>
          <w:b/>
          <w:bCs/>
        </w:rPr>
        <w:t>817 570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684F87" w:rsidRPr="007B7DEA" w:rsidRDefault="00684F87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7B7DEA">
        <w:t xml:space="preserve">6399    Platba daně z přidané hodnoty                  </w:t>
      </w:r>
      <w:r>
        <w:t xml:space="preserve">                               </w:t>
      </w:r>
      <w:r w:rsidRPr="007B7DEA">
        <w:t xml:space="preserve">celkem  </w:t>
      </w:r>
      <w:r w:rsidRPr="00860EE7">
        <w:rPr>
          <w:b/>
          <w:bCs/>
        </w:rPr>
        <w:t xml:space="preserve">- </w:t>
      </w:r>
      <w:r>
        <w:rPr>
          <w:b/>
          <w:bCs/>
        </w:rPr>
        <w:t>861 907,72</w:t>
      </w:r>
      <w:r w:rsidRPr="007B7DEA">
        <w:rPr>
          <w:b/>
          <w:bCs/>
        </w:rPr>
        <w:t xml:space="preserve"> Kč</w:t>
      </w:r>
    </w:p>
    <w:p w:rsidR="00684F87" w:rsidRPr="00343E9D" w:rsidRDefault="00684F87" w:rsidP="00860EE7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let-vratka dotace na volby       celkem       </w:t>
      </w:r>
      <w:r>
        <w:rPr>
          <w:b/>
          <w:bCs/>
        </w:rPr>
        <w:t>6 237,15</w:t>
      </w:r>
      <w:r w:rsidRPr="00343E9D">
        <w:rPr>
          <w:b/>
          <w:bCs/>
        </w:rPr>
        <w:t xml:space="preserve"> Kč</w:t>
      </w:r>
    </w:p>
    <w:p w:rsidR="00684F87" w:rsidRPr="00952595" w:rsidRDefault="00684F87" w:rsidP="00661581">
      <w:pPr>
        <w:pStyle w:val="BodyText"/>
        <w:numPr>
          <w:ilvl w:val="0"/>
          <w:numId w:val="234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684F87" w:rsidRPr="00952595" w:rsidRDefault="00684F87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</w:r>
      <w:r w:rsidRPr="00B443D6">
        <w:rPr>
          <w:b/>
          <w:bCs/>
        </w:rPr>
        <w:t>6 000,00 Kč</w:t>
      </w:r>
    </w:p>
    <w:p w:rsidR="00684F87" w:rsidRPr="00952595" w:rsidRDefault="00684F87" w:rsidP="007B7DE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</w:r>
      <w:r>
        <w:rPr>
          <w:b/>
          <w:bCs/>
        </w:rPr>
        <w:t>100</w:t>
      </w:r>
      <w:r w:rsidRPr="00B443D6">
        <w:rPr>
          <w:b/>
          <w:bCs/>
        </w:rPr>
        <w:t> 000,00 Kč</w:t>
      </w:r>
    </w:p>
    <w:p w:rsidR="00684F87" w:rsidRPr="00B443D6" w:rsidRDefault="00684F87" w:rsidP="002F702A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>Spolek přátel tělovýchovy Vev.Bítýška</w:t>
      </w:r>
      <w:r>
        <w:tab/>
      </w:r>
      <w:r w:rsidRPr="00B443D6">
        <w:rPr>
          <w:b/>
          <w:bCs/>
        </w:rPr>
        <w:t>23 000,00 Kč</w:t>
      </w:r>
    </w:p>
    <w:p w:rsidR="00684F87" w:rsidRPr="00952595" w:rsidRDefault="00684F8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</w:r>
      <w:r>
        <w:rPr>
          <w:b/>
          <w:bCs/>
        </w:rPr>
        <w:t>30</w:t>
      </w:r>
      <w:r w:rsidRPr="00B443D6">
        <w:rPr>
          <w:b/>
          <w:bCs/>
        </w:rPr>
        <w:t> 000,00 Kč</w:t>
      </w:r>
    </w:p>
    <w:p w:rsidR="00684F87" w:rsidRPr="00952595" w:rsidRDefault="00684F87" w:rsidP="00860EE7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</w:r>
      <w:r>
        <w:rPr>
          <w:b/>
          <w:bCs/>
        </w:rPr>
        <w:t>13</w:t>
      </w:r>
      <w:r w:rsidRPr="00B443D6">
        <w:rPr>
          <w:b/>
          <w:bCs/>
        </w:rPr>
        <w:t>0 000,00 Kč</w:t>
      </w:r>
    </w:p>
    <w:p w:rsidR="00684F87" w:rsidRPr="00952595" w:rsidRDefault="00684F87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684F87" w:rsidRPr="00952595" w:rsidRDefault="00684F87" w:rsidP="00204D1D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684F87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                                                               celkem  </w:t>
      </w:r>
      <w:r>
        <w:rPr>
          <w:b/>
          <w:bCs/>
        </w:rPr>
        <w:t>309 000,00</w:t>
      </w:r>
      <w:r w:rsidRPr="009F129C">
        <w:rPr>
          <w:b/>
          <w:bCs/>
        </w:rPr>
        <w:t>Kč</w:t>
      </w:r>
    </w:p>
    <w:p w:rsidR="00684F87" w:rsidRPr="00FF5B71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 </w:t>
      </w:r>
      <w:r w:rsidRPr="00FF5B71">
        <w:t>Převod zůstatku účtu u SBERBANK na pohledávky</w:t>
      </w:r>
      <w:r>
        <w:t xml:space="preserve">                                 </w:t>
      </w:r>
      <w:r w:rsidRPr="00FF5B71">
        <w:rPr>
          <w:b/>
          <w:bCs/>
        </w:rPr>
        <w:t>16 921,73 Kč</w:t>
      </w:r>
    </w:p>
    <w:p w:rsidR="00684F87" w:rsidRPr="00952595" w:rsidRDefault="00684F87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</w:t>
      </w:r>
    </w:p>
    <w:p w:rsidR="00684F87" w:rsidRPr="00952595" w:rsidRDefault="00684F87" w:rsidP="00661581">
      <w:pPr>
        <w:pStyle w:val="BodyText"/>
        <w:tabs>
          <w:tab w:val="left" w:pos="851"/>
          <w:tab w:val="right" w:pos="9072"/>
        </w:tabs>
        <w:ind w:firstLine="142"/>
      </w:pPr>
    </w:p>
    <w:p w:rsidR="00684F87" w:rsidRPr="00F746AC" w:rsidRDefault="00684F87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684F87" w:rsidRPr="00952595" w:rsidRDefault="00684F8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684F87" w:rsidRPr="00952595" w:rsidRDefault="00684F8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684F87" w:rsidRPr="00B46F12" w:rsidRDefault="00684F87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684F87" w:rsidRPr="00952595" w:rsidRDefault="00684F8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2022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275 150,56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2022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4 % z objemu skutečně vyplacených hrubých platů a hrubých odměn za rok 2021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2022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329 817,00</w:t>
      </w:r>
      <w:r w:rsidRPr="00952595">
        <w:rPr>
          <w:b/>
          <w:bCs/>
          <w:sz w:val="24"/>
          <w:szCs w:val="24"/>
        </w:rPr>
        <w:t xml:space="preserve"> Kč.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Úroky z finančních prostředků činily </w:t>
      </w:r>
      <w:r>
        <w:rPr>
          <w:b/>
          <w:bCs/>
          <w:sz w:val="24"/>
          <w:szCs w:val="24"/>
        </w:rPr>
        <w:t>37,67</w:t>
      </w:r>
      <w:r w:rsidRPr="00BF6802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</w:t>
      </w:r>
    </w:p>
    <w:p w:rsidR="00684F87" w:rsidRDefault="00684F8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684F87" w:rsidRPr="00952595" w:rsidRDefault="00684F87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684F87" w:rsidRPr="00952595" w:rsidRDefault="00684F87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684F87" w:rsidRPr="00952595" w:rsidRDefault="00684F87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684F87" w:rsidRPr="00952595" w:rsidRDefault="00684F87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605 100,00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341 776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94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684F87" w:rsidRPr="00952595" w:rsidRDefault="00684F87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684F87" w:rsidRPr="00952595" w:rsidRDefault="00684F87" w:rsidP="00263B3F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120 709,00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684F87" w:rsidRPr="00952595" w:rsidRDefault="00684F87" w:rsidP="00263B3F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52 182,00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</w:t>
      </w:r>
      <w:r>
        <w:rPr>
          <w:sz w:val="24"/>
          <w:szCs w:val="24"/>
        </w:rPr>
        <w:t>pěvek byl poskytnut pracovníkům</w:t>
      </w:r>
      <w:r w:rsidRPr="00952595">
        <w:rPr>
          <w:sz w:val="24"/>
          <w:szCs w:val="24"/>
        </w:rPr>
        <w:t xml:space="preserve"> úřadu měst</w:t>
      </w:r>
      <w:r>
        <w:rPr>
          <w:sz w:val="24"/>
          <w:szCs w:val="24"/>
        </w:rPr>
        <w:t>a a knihovny</w:t>
      </w:r>
    </w:p>
    <w:p w:rsidR="00684F87" w:rsidRPr="0087657E" w:rsidRDefault="00684F87" w:rsidP="003B04FA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113 000,00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</w:t>
      </w:r>
      <w:r>
        <w:rPr>
          <w:sz w:val="24"/>
          <w:szCs w:val="24"/>
        </w:rPr>
        <w:t>ouladu se statutem</w:t>
      </w:r>
    </w:p>
    <w:p w:rsidR="00684F87" w:rsidRPr="0087657E" w:rsidRDefault="00684F87" w:rsidP="003B04FA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odměny u příležitosti životního jubilea ve výši </w:t>
      </w:r>
      <w:r w:rsidRPr="00EA5FBA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4 08</w:t>
      </w:r>
      <w:r w:rsidRPr="0087657E">
        <w:rPr>
          <w:b/>
          <w:bCs/>
          <w:sz w:val="24"/>
          <w:szCs w:val="24"/>
        </w:rPr>
        <w:t xml:space="preserve">4,00 Kč </w:t>
      </w:r>
      <w:r w:rsidRPr="00EA5FBA">
        <w:rPr>
          <w:sz w:val="24"/>
          <w:szCs w:val="24"/>
        </w:rPr>
        <w:t>pro 6 pracovníků</w:t>
      </w:r>
    </w:p>
    <w:p w:rsidR="00684F87" w:rsidRPr="0077783A" w:rsidRDefault="00684F87" w:rsidP="003B04FA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pracovníků ve výši </w:t>
      </w:r>
      <w:r>
        <w:rPr>
          <w:b/>
          <w:bCs/>
          <w:sz w:val="24"/>
          <w:szCs w:val="24"/>
        </w:rPr>
        <w:t xml:space="preserve">10 000,00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8 dětí pracovníků</w:t>
      </w:r>
    </w:p>
    <w:p w:rsidR="00684F87" w:rsidRPr="0077783A" w:rsidRDefault="00684F87" w:rsidP="00632D8E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kulturní a sportovní akce ve výši </w:t>
      </w:r>
      <w:r>
        <w:rPr>
          <w:b/>
          <w:bCs/>
          <w:sz w:val="24"/>
          <w:szCs w:val="24"/>
        </w:rPr>
        <w:t>20 437,94</w:t>
      </w:r>
      <w:r w:rsidRPr="0077783A">
        <w:rPr>
          <w:b/>
          <w:bCs/>
          <w:sz w:val="24"/>
          <w:szCs w:val="24"/>
        </w:rPr>
        <w:t xml:space="preserve"> Kč</w:t>
      </w:r>
    </w:p>
    <w:p w:rsidR="00684F87" w:rsidRDefault="00684F87" w:rsidP="00263B3F">
      <w:pPr>
        <w:numPr>
          <w:ilvl w:val="0"/>
          <w:numId w:val="236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1 364,00 Kč</w:t>
      </w:r>
    </w:p>
    <w:p w:rsidR="00684F87" w:rsidRDefault="00684F87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684F87" w:rsidRDefault="00684F87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2022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263 228,29</w:t>
      </w:r>
      <w:r w:rsidRPr="00952595">
        <w:rPr>
          <w:b/>
          <w:bCs/>
          <w:sz w:val="24"/>
          <w:szCs w:val="24"/>
        </w:rPr>
        <w:t xml:space="preserve"> Kč.</w:t>
      </w:r>
    </w:p>
    <w:p w:rsidR="00684F87" w:rsidRDefault="00684F8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684F87" w:rsidRPr="00F746AC" w:rsidRDefault="00684F87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684F87" w:rsidRPr="00952595" w:rsidRDefault="00684F8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684F87" w:rsidRDefault="00684F8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684F87" w:rsidRDefault="00684F8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684F87" w:rsidRPr="00DF66A5" w:rsidRDefault="00684F87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2022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82 009,00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</w:t>
      </w:r>
    </w:p>
    <w:p w:rsidR="00684F87" w:rsidRPr="00834B02" w:rsidRDefault="00684F87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684F87" w:rsidRDefault="00684F87" w:rsidP="00430F00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Čerpání fondu</w:t>
      </w:r>
    </w:p>
    <w:p w:rsidR="00684F87" w:rsidRPr="00D87F3B" w:rsidRDefault="00684F87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82 000,00 Kč. </w:t>
      </w:r>
      <w:r>
        <w:rPr>
          <w:sz w:val="24"/>
          <w:szCs w:val="24"/>
        </w:rPr>
        <w:t>V roce 2022 nedošlo k čerpání prostředků    z fondu.</w:t>
      </w:r>
    </w:p>
    <w:p w:rsidR="00684F87" w:rsidRPr="00D87F3B" w:rsidRDefault="00684F87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684F87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2022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82 009,00 Kč.</w:t>
      </w:r>
    </w:p>
    <w:p w:rsidR="00684F87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Pr="00F746AC" w:rsidRDefault="00684F87" w:rsidP="00430F0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financování a obnovy vodohospodářského majetku</w:t>
      </w:r>
    </w:p>
    <w:p w:rsidR="00684F87" w:rsidRPr="00952595" w:rsidRDefault="00684F8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15. září 2021 bylo schváleno zřízení trvalého peněžního fondu financování a obnovy vodohospodářského majetku města Veverská Bítýška s účinností do 1.10.2021.</w:t>
      </w:r>
    </w:p>
    <w:p w:rsidR="00684F87" w:rsidRDefault="00684F8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684F87" w:rsidRDefault="00684F8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684F87" w:rsidRPr="00FC5942" w:rsidRDefault="00684F87" w:rsidP="00FC594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 peněžních prostředků na běžném účtu fondu k 1. lednu 2022 činil </w:t>
      </w:r>
      <w:r>
        <w:rPr>
          <w:b/>
          <w:bCs/>
          <w:sz w:val="24"/>
          <w:szCs w:val="24"/>
        </w:rPr>
        <w:t>1 986 205</w:t>
      </w:r>
      <w:r w:rsidRPr="00162658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51</w:t>
      </w:r>
      <w:r>
        <w:rPr>
          <w:sz w:val="24"/>
          <w:szCs w:val="24"/>
        </w:rPr>
        <w:t xml:space="preserve"> </w:t>
      </w:r>
      <w:r w:rsidRPr="00162658">
        <w:rPr>
          <w:b/>
          <w:bCs/>
          <w:sz w:val="24"/>
          <w:szCs w:val="24"/>
        </w:rPr>
        <w:t xml:space="preserve">Kč </w:t>
      </w:r>
      <w:r>
        <w:rPr>
          <w:sz w:val="24"/>
          <w:szCs w:val="24"/>
        </w:rPr>
        <w:t xml:space="preserve">a to na financování vodovodní infastruktury ve výši </w:t>
      </w:r>
      <w:r>
        <w:rPr>
          <w:b/>
          <w:bCs/>
          <w:sz w:val="24"/>
          <w:szCs w:val="24"/>
        </w:rPr>
        <w:t>1 178 179,28</w:t>
      </w:r>
      <w:r w:rsidRPr="00162658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na financování kanalizační infrastruktury splaškové ve výši  </w:t>
      </w:r>
      <w:r>
        <w:rPr>
          <w:b/>
          <w:bCs/>
          <w:sz w:val="24"/>
          <w:szCs w:val="24"/>
        </w:rPr>
        <w:t xml:space="preserve">808 026,23 </w:t>
      </w:r>
      <w:r w:rsidRPr="00162658">
        <w:rPr>
          <w:b/>
          <w:bCs/>
          <w:sz w:val="24"/>
          <w:szCs w:val="24"/>
        </w:rPr>
        <w:t>Kč.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>V roce 2022 byl fond tvořen příjmy za pachtovné od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>Vodárenského</w:t>
      </w:r>
      <w:r>
        <w:rPr>
          <w:b/>
          <w:bCs/>
          <w:sz w:val="24"/>
          <w:szCs w:val="24"/>
        </w:rPr>
        <w:t xml:space="preserve"> </w:t>
      </w:r>
      <w:r w:rsidRPr="00FC5942">
        <w:rPr>
          <w:sz w:val="24"/>
          <w:szCs w:val="24"/>
        </w:rPr>
        <w:t xml:space="preserve">svazku „Bítešsko“ </w:t>
      </w:r>
      <w:r>
        <w:rPr>
          <w:sz w:val="24"/>
          <w:szCs w:val="24"/>
        </w:rPr>
        <w:t xml:space="preserve">a to na financování vodovodní infastruktury ve výši </w:t>
      </w:r>
      <w:r>
        <w:rPr>
          <w:b/>
          <w:bCs/>
          <w:sz w:val="24"/>
          <w:szCs w:val="24"/>
        </w:rPr>
        <w:t>822 217,65</w:t>
      </w:r>
      <w:r w:rsidRPr="00162658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na financování kanalizační infrastruktury splaškové ve výši </w:t>
      </w:r>
      <w:r w:rsidRPr="00FC5942">
        <w:rPr>
          <w:b/>
          <w:bCs/>
          <w:sz w:val="24"/>
          <w:szCs w:val="24"/>
        </w:rPr>
        <w:t>1 384</w:t>
      </w:r>
      <w:r>
        <w:rPr>
          <w:b/>
          <w:bCs/>
          <w:sz w:val="24"/>
          <w:szCs w:val="24"/>
        </w:rPr>
        <w:t xml:space="preserve"> 709,08 </w:t>
      </w:r>
      <w:r w:rsidRPr="00162658">
        <w:rPr>
          <w:b/>
          <w:bCs/>
          <w:sz w:val="24"/>
          <w:szCs w:val="24"/>
        </w:rPr>
        <w:t>Kč.</w:t>
      </w:r>
      <w:r>
        <w:rPr>
          <w:b/>
          <w:bCs/>
          <w:sz w:val="24"/>
          <w:szCs w:val="24"/>
        </w:rPr>
        <w:t xml:space="preserve"> </w:t>
      </w:r>
      <w:r w:rsidRPr="00AC67DC">
        <w:rPr>
          <w:sz w:val="24"/>
          <w:szCs w:val="24"/>
        </w:rPr>
        <w:t>Úroky z </w:t>
      </w:r>
      <w:r>
        <w:rPr>
          <w:sz w:val="24"/>
          <w:szCs w:val="24"/>
        </w:rPr>
        <w:t xml:space="preserve"> </w:t>
      </w:r>
      <w:r w:rsidRPr="00AC67DC">
        <w:rPr>
          <w:sz w:val="24"/>
          <w:szCs w:val="24"/>
        </w:rPr>
        <w:t xml:space="preserve">finančních </w:t>
      </w:r>
      <w:r>
        <w:rPr>
          <w:sz w:val="24"/>
          <w:szCs w:val="24"/>
        </w:rPr>
        <w:t xml:space="preserve">prostředků </w:t>
      </w:r>
      <w:r w:rsidRPr="00AC67DC">
        <w:rPr>
          <w:sz w:val="24"/>
          <w:szCs w:val="24"/>
        </w:rPr>
        <w:t>činily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402</w:t>
      </w:r>
      <w:r w:rsidRPr="00AC67D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32</w:t>
      </w:r>
      <w:r>
        <w:rPr>
          <w:sz w:val="24"/>
          <w:szCs w:val="24"/>
        </w:rPr>
        <w:t xml:space="preserve"> </w:t>
      </w:r>
      <w:r w:rsidRPr="00AC67DC">
        <w:rPr>
          <w:b/>
          <w:bCs/>
          <w:sz w:val="24"/>
          <w:szCs w:val="24"/>
        </w:rPr>
        <w:t>Kč.</w:t>
      </w:r>
    </w:p>
    <w:p w:rsidR="00684F87" w:rsidRPr="00834B02" w:rsidRDefault="00684F8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684F87" w:rsidRDefault="00684F87" w:rsidP="00162658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Čerpání fondu</w:t>
      </w:r>
    </w:p>
    <w:p w:rsidR="00684F87" w:rsidRPr="00D87F3B" w:rsidRDefault="00684F87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4 193 200,00 Kč. </w:t>
      </w:r>
      <w:r>
        <w:rPr>
          <w:sz w:val="24"/>
          <w:szCs w:val="24"/>
        </w:rPr>
        <w:t xml:space="preserve">V roce 2022 byly použity finanční prostředky na výměnu transformátoru v prostoru čistírny odpadních vod ve výši </w:t>
      </w:r>
      <w:r>
        <w:rPr>
          <w:b/>
          <w:bCs/>
          <w:sz w:val="24"/>
          <w:szCs w:val="24"/>
        </w:rPr>
        <w:t>483</w:t>
      </w:r>
      <w:r w:rsidRPr="00F63371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708</w:t>
      </w:r>
      <w:r w:rsidRPr="00F6337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00</w:t>
      </w:r>
      <w:r w:rsidRPr="00F63371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k úhradě poplatků za vedení účtu ve výši </w:t>
      </w:r>
      <w:r>
        <w:rPr>
          <w:b/>
          <w:bCs/>
          <w:sz w:val="24"/>
          <w:szCs w:val="24"/>
        </w:rPr>
        <w:t>510</w:t>
      </w:r>
      <w:r w:rsidRPr="00AC67DC">
        <w:rPr>
          <w:b/>
          <w:bCs/>
          <w:sz w:val="24"/>
          <w:szCs w:val="24"/>
        </w:rPr>
        <w:t>,00 Kč.</w:t>
      </w:r>
    </w:p>
    <w:p w:rsidR="00684F87" w:rsidRPr="00D87F3B" w:rsidRDefault="00684F87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684F87" w:rsidRDefault="00684F87" w:rsidP="00430F00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2022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3 709 316,56 Kč.</w:t>
      </w:r>
    </w:p>
    <w:p w:rsidR="00684F87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Pr="00952595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Pr="00952595" w:rsidRDefault="00684F87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684F87" w:rsidRPr="00EA43AB" w:rsidRDefault="00684F87" w:rsidP="00F72346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 xml:space="preserve">města za rok </w:t>
      </w:r>
      <w:r w:rsidRPr="00197748">
        <w:rPr>
          <w:b/>
          <w:bCs/>
        </w:rPr>
        <w:t>2022</w:t>
      </w:r>
    </w:p>
    <w:p w:rsidR="00684F87" w:rsidRDefault="00684F87" w:rsidP="00E3520D">
      <w:pPr>
        <w:pStyle w:val="BodyText"/>
        <w:ind w:firstLine="142"/>
        <w:jc w:val="both"/>
      </w:pPr>
      <w:r>
        <w:t xml:space="preserve">Přezkoumání hospodaření města za rok 2022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7. a 8. září 2022, konečné přezkoumání hospodaření se uskutečnilo ve dnech 9. a 10. března 2023. </w:t>
      </w:r>
    </w:p>
    <w:p w:rsidR="00684F87" w:rsidRDefault="00684F87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2022 ne</w:t>
      </w:r>
      <w:r w:rsidRPr="009F3111">
        <w:t>by</w:t>
      </w:r>
      <w:r>
        <w:t>ly zjištěny chyby a nedostatky.</w:t>
      </w:r>
    </w:p>
    <w:p w:rsidR="00684F87" w:rsidRDefault="00684F87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684F87" w:rsidRDefault="00684F87" w:rsidP="00E3520D">
      <w:pPr>
        <w:pStyle w:val="BodyText"/>
        <w:tabs>
          <w:tab w:val="left" w:pos="6237"/>
          <w:tab w:val="left" w:pos="7513"/>
        </w:tabs>
        <w:ind w:firstLine="142"/>
      </w:pPr>
    </w:p>
    <w:p w:rsidR="00684F87" w:rsidRDefault="00684F87" w:rsidP="006B218F">
      <w:pPr>
        <w:pStyle w:val="BodyTex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684F87" w:rsidRDefault="00684F87" w:rsidP="006B218F">
      <w:pPr>
        <w:pStyle w:val="BodyText"/>
        <w:jc w:val="both"/>
        <w:rPr>
          <w:b/>
          <w:bCs/>
        </w:rPr>
      </w:pPr>
    </w:p>
    <w:p w:rsidR="00684F87" w:rsidRDefault="00684F87" w:rsidP="006B218F">
      <w:pPr>
        <w:pStyle w:val="BodyText"/>
        <w:jc w:val="both"/>
        <w:rPr>
          <w:b/>
          <w:bCs/>
        </w:rPr>
      </w:pPr>
    </w:p>
    <w:p w:rsidR="00684F87" w:rsidRDefault="00684F87" w:rsidP="006B218F">
      <w:pPr>
        <w:pStyle w:val="BodyText"/>
        <w:jc w:val="both"/>
        <w:rPr>
          <w:b/>
          <w:bCs/>
        </w:rPr>
      </w:pPr>
    </w:p>
    <w:p w:rsidR="00684F87" w:rsidRDefault="00684F87" w:rsidP="006B218F">
      <w:pPr>
        <w:pStyle w:val="BodyText"/>
        <w:jc w:val="both"/>
        <w:rPr>
          <w:b/>
          <w:bCs/>
        </w:rPr>
      </w:pPr>
    </w:p>
    <w:p w:rsidR="00684F87" w:rsidRPr="00597797" w:rsidRDefault="00684F87" w:rsidP="006B218F">
      <w:pPr>
        <w:pStyle w:val="BodyText"/>
        <w:jc w:val="both"/>
      </w:pPr>
      <w:r w:rsidRPr="00597797">
        <w:rPr>
          <w:b/>
          <w:bCs/>
        </w:rPr>
        <w:t>Příspěvkové organizace</w:t>
      </w:r>
    </w:p>
    <w:p w:rsidR="00684F87" w:rsidRDefault="00684F87" w:rsidP="00E3520D">
      <w:pPr>
        <w:pStyle w:val="BodyText"/>
        <w:ind w:firstLine="142"/>
      </w:pPr>
      <w:r>
        <w:t>Město je zřizovatelem příspěvkových organizací:</w:t>
      </w:r>
    </w:p>
    <w:p w:rsidR="00684F87" w:rsidRDefault="00684F87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Neinvestiční příspěvek od města na provoz                                               1 200 000,00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10 307 547,00 Kč</w:t>
      </w:r>
    </w:p>
    <w:p w:rsidR="00684F87" w:rsidRPr="001C38A2" w:rsidRDefault="00684F87" w:rsidP="007C1EBB">
      <w:pPr>
        <w:pStyle w:val="BodyText"/>
        <w:tabs>
          <w:tab w:val="right" w:pos="8647"/>
        </w:tabs>
        <w:ind w:firstLine="142"/>
      </w:pPr>
      <w:r>
        <w:t>Účelová dotace z JMK                                                                                    88 000,00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 1 104 741,00 Kč</w:t>
      </w:r>
    </w:p>
    <w:p w:rsidR="00684F87" w:rsidRPr="001C38A2" w:rsidRDefault="00684F87" w:rsidP="007C1EBB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 15 026,40 Kč</w:t>
      </w:r>
    </w:p>
    <w:p w:rsidR="00684F87" w:rsidRDefault="00684F87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12 715 314,40 Kč</w:t>
      </w:r>
    </w:p>
    <w:p w:rsidR="00684F87" w:rsidRDefault="00684F87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684F87" w:rsidRDefault="00684F8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684F87" w:rsidRDefault="00684F8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684F87" w:rsidRDefault="00684F8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                                          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684F87" w:rsidRPr="001C4B89" w:rsidRDefault="00684F8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12 350 100,00</w:t>
      </w:r>
      <w:r>
        <w:tab/>
      </w:r>
      <w:r>
        <w:tab/>
        <w:t>12 715 314,40</w:t>
      </w:r>
    </w:p>
    <w:p w:rsidR="00684F87" w:rsidRPr="001C4B89" w:rsidRDefault="00684F87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12 350 10</w:t>
      </w:r>
      <w:r w:rsidRPr="00AF24A4">
        <w:t>0,00</w:t>
      </w:r>
      <w:r>
        <w:t xml:space="preserve">                                     </w:t>
      </w:r>
      <w:r>
        <w:tab/>
        <w:t>12 715 314,40</w:t>
      </w:r>
    </w:p>
    <w:p w:rsidR="00684F87" w:rsidRPr="00273FE6" w:rsidRDefault="00684F87" w:rsidP="007C1EBB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2022</w:t>
      </w:r>
      <w:r>
        <w:tab/>
      </w:r>
      <w:r>
        <w:rPr>
          <w:b/>
          <w:bCs/>
        </w:rPr>
        <w:t xml:space="preserve">0,00 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2022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144 239,47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130 520,76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  46 144,00 Kč</w:t>
      </w:r>
    </w:p>
    <w:p w:rsidR="00684F87" w:rsidRDefault="00684F87" w:rsidP="007C1EBB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 xml:space="preserve">   183 287,00 Kč</w:t>
      </w:r>
    </w:p>
    <w:p w:rsidR="00684F87" w:rsidRDefault="00684F87" w:rsidP="00C8258C">
      <w:pPr>
        <w:pStyle w:val="BodyText"/>
        <w:ind w:firstLine="142"/>
        <w:rPr>
          <w:b/>
          <w:bCs/>
        </w:rPr>
      </w:pPr>
    </w:p>
    <w:p w:rsidR="00684F87" w:rsidRDefault="00684F87" w:rsidP="00576AD8">
      <w:pPr>
        <w:pStyle w:val="BodyText"/>
        <w:rPr>
          <w:b/>
          <w:bCs/>
        </w:rPr>
      </w:pPr>
    </w:p>
    <w:p w:rsidR="00684F87" w:rsidRDefault="00684F87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Neinvestiční příspěvek od města na provoz</w:t>
      </w:r>
      <w:r>
        <w:tab/>
        <w:t xml:space="preserve">  2 300 000,00 Kč</w:t>
      </w:r>
    </w:p>
    <w:p w:rsidR="00684F87" w:rsidRPr="00C33F23" w:rsidRDefault="00684F87" w:rsidP="001A7CA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35 453 822,82 Kč</w:t>
      </w:r>
    </w:p>
    <w:p w:rsidR="00684F87" w:rsidRDefault="00684F87" w:rsidP="00732B89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2 087 125,25 Kč</w:t>
      </w:r>
    </w:p>
    <w:p w:rsidR="00684F87" w:rsidRDefault="00684F87" w:rsidP="00732B89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59 135,91 Kč</w:t>
      </w:r>
    </w:p>
    <w:p w:rsidR="00684F87" w:rsidRPr="006F2836" w:rsidRDefault="00684F8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39 900 083,98</w:t>
      </w:r>
      <w:r w:rsidRPr="006F2836">
        <w:rPr>
          <w:b/>
          <w:bCs/>
        </w:rPr>
        <w:t xml:space="preserve"> Kč</w:t>
      </w:r>
    </w:p>
    <w:p w:rsidR="00684F87" w:rsidRPr="006F2836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39 683 000,00</w:t>
      </w:r>
      <w:r>
        <w:tab/>
      </w:r>
      <w:r>
        <w:tab/>
        <w:t>39 900 083,98</w:t>
      </w: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 xml:space="preserve">39 683 000,00                                       </w:t>
      </w:r>
      <w:r>
        <w:tab/>
        <w:t>39 900 083,98</w:t>
      </w:r>
    </w:p>
    <w:p w:rsidR="00684F87" w:rsidRPr="00D64C82" w:rsidRDefault="00684F87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2022</w:t>
      </w:r>
      <w:r>
        <w:tab/>
      </w:r>
      <w:r>
        <w:rPr>
          <w:b/>
          <w:bCs/>
        </w:rPr>
        <w:t>0,00</w:t>
      </w:r>
      <w:r w:rsidRPr="00C33F23">
        <w:rPr>
          <w:b/>
          <w:bCs/>
        </w:rPr>
        <w:t xml:space="preserve">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2022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905 817,92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918 641,23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953 988,00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505 009,20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  <w:jc w:val="both"/>
      </w:pPr>
    </w:p>
    <w:p w:rsidR="00684F87" w:rsidRDefault="00684F87" w:rsidP="006B218F">
      <w:pPr>
        <w:pStyle w:val="BodyText"/>
        <w:tabs>
          <w:tab w:val="right" w:pos="8647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right" w:pos="8647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right" w:pos="8647"/>
        </w:tabs>
        <w:rPr>
          <w:b/>
          <w:bCs/>
        </w:rPr>
      </w:pPr>
      <w:r>
        <w:rPr>
          <w:b/>
          <w:bCs/>
        </w:rPr>
        <w:t xml:space="preserve"> </w:t>
      </w:r>
      <w:r w:rsidRPr="00652BD0">
        <w:rPr>
          <w:b/>
          <w:bCs/>
        </w:rPr>
        <w:t>3. Vývařovna obědů Veverská Bítýška</w:t>
      </w:r>
    </w:p>
    <w:p w:rsidR="00684F87" w:rsidRPr="00FB3062" w:rsidRDefault="00684F87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684F87" w:rsidRDefault="00684F87" w:rsidP="006B218F">
      <w:pPr>
        <w:pStyle w:val="BodyText"/>
        <w:tabs>
          <w:tab w:val="right" w:pos="8647"/>
        </w:tabs>
        <w:ind w:firstLine="142"/>
      </w:pPr>
      <w:r>
        <w:t>Vlastní příjmy                                                                                            1 016 162,28 Kč</w:t>
      </w:r>
    </w:p>
    <w:p w:rsidR="00684F87" w:rsidRPr="00DF777C" w:rsidRDefault="00684F87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2 016 162,28</w:t>
      </w:r>
      <w:r w:rsidRPr="00DF777C">
        <w:rPr>
          <w:b/>
          <w:bCs/>
        </w:rPr>
        <w:t xml:space="preserve">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</w:p>
    <w:p w:rsidR="00684F87" w:rsidRPr="00022AD4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 xml:space="preserve">Kč]                                   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2 158 100,00</w:t>
      </w:r>
      <w:r>
        <w:tab/>
      </w:r>
      <w:r>
        <w:tab/>
        <w:t>2 016 162,28</w:t>
      </w:r>
    </w:p>
    <w:p w:rsidR="00684F87" w:rsidRDefault="00684F87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2 158 100,00</w:t>
      </w:r>
      <w:r>
        <w:tab/>
      </w:r>
      <w:r>
        <w:tab/>
        <w:t>1 928 149,83</w:t>
      </w:r>
    </w:p>
    <w:p w:rsidR="00684F87" w:rsidRDefault="00684F87" w:rsidP="00432281">
      <w:pPr>
        <w:pStyle w:val="BodyText"/>
        <w:tabs>
          <w:tab w:val="right" w:pos="8647"/>
        </w:tabs>
        <w:ind w:firstLine="142"/>
      </w:pPr>
      <w:r>
        <w:t>Výsledek hospodaření k 31. 12. 2022</w:t>
      </w:r>
      <w:r>
        <w:tab/>
      </w:r>
      <w:r>
        <w:rPr>
          <w:b/>
          <w:bCs/>
        </w:rPr>
        <w:t>88 012,45</w:t>
      </w:r>
      <w:r w:rsidRPr="005F2B76">
        <w:rPr>
          <w:b/>
          <w:bCs/>
        </w:rPr>
        <w:t xml:space="preserve">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31.12.2022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49 805,00 Kč</w:t>
      </w:r>
    </w:p>
    <w:p w:rsidR="00684F87" w:rsidRDefault="00684F87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482 972,51 Kč</w:t>
      </w:r>
    </w:p>
    <w:p w:rsidR="00684F87" w:rsidRPr="00952595" w:rsidRDefault="00684F87" w:rsidP="00447370">
      <w:pPr>
        <w:pStyle w:val="BodyText"/>
        <w:tabs>
          <w:tab w:val="left" w:pos="5954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left" w:pos="5954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left" w:pos="5954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26. 6. 2023 usnesením číslo 6</w:t>
      </w:r>
    </w:p>
    <w:p w:rsidR="00684F87" w:rsidRDefault="00684F87" w:rsidP="006B218F">
      <w:pPr>
        <w:pStyle w:val="BodyText"/>
        <w:tabs>
          <w:tab w:val="left" w:pos="5954"/>
        </w:tabs>
        <w:rPr>
          <w:b/>
          <w:bCs/>
        </w:rPr>
      </w:pPr>
    </w:p>
    <w:p w:rsidR="00684F87" w:rsidRDefault="00684F87" w:rsidP="006B218F">
      <w:pPr>
        <w:pStyle w:val="BodyText"/>
        <w:tabs>
          <w:tab w:val="left" w:pos="5954"/>
        </w:tabs>
        <w:rPr>
          <w:b/>
          <w:bCs/>
        </w:rPr>
      </w:pPr>
    </w:p>
    <w:p w:rsidR="00684F87" w:rsidRPr="00B46F12" w:rsidRDefault="00684F87" w:rsidP="00811EE6">
      <w:pPr>
        <w:pStyle w:val="BodyText"/>
        <w:ind w:firstLine="142"/>
        <w:jc w:val="center"/>
      </w:pPr>
    </w:p>
    <w:p w:rsidR="00684F87" w:rsidRPr="00B46F12" w:rsidRDefault="00684F87" w:rsidP="00811EE6">
      <w:pPr>
        <w:pStyle w:val="BodyText"/>
        <w:ind w:firstLine="142"/>
        <w:jc w:val="center"/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684F87" w:rsidRDefault="00684F87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684F87" w:rsidSect="00E12D74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51" w:bottom="992" w:left="851" w:header="794" w:footer="85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F87" w:rsidRDefault="00684F87">
      <w:r>
        <w:separator/>
      </w:r>
    </w:p>
  </w:endnote>
  <w:endnote w:type="continuationSeparator" w:id="0">
    <w:p w:rsidR="00684F87" w:rsidRDefault="00684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87" w:rsidRDefault="00684F87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684F87" w:rsidRDefault="00684F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87" w:rsidRDefault="00684F87">
    <w:pPr>
      <w:pStyle w:val="Footer"/>
      <w:jc w:val="center"/>
    </w:pPr>
    <w:fldSimple w:instr=" PAGE   \* MERGEFORMAT ">
      <w:r>
        <w:t>7</w:t>
      </w:r>
    </w:fldSimple>
  </w:p>
  <w:p w:rsidR="00684F87" w:rsidRDefault="00684F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F87" w:rsidRDefault="00684F87">
      <w:r>
        <w:separator/>
      </w:r>
    </w:p>
  </w:footnote>
  <w:footnote w:type="continuationSeparator" w:id="0">
    <w:p w:rsidR="00684F87" w:rsidRDefault="00684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27872"/>
    <w:multiLevelType w:val="hybridMultilevel"/>
    <w:tmpl w:val="D36423A6"/>
    <w:lvl w:ilvl="0" w:tplc="85DE0B88">
      <w:start w:val="6171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4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5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7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8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20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9817DD"/>
    <w:multiLevelType w:val="hybridMultilevel"/>
    <w:tmpl w:val="C562C8DE"/>
    <w:lvl w:ilvl="0" w:tplc="61464322">
      <w:start w:val="521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3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69675162"/>
    <w:multiLevelType w:val="hybridMultilevel"/>
    <w:tmpl w:val="665C32A0"/>
    <w:lvl w:ilvl="0" w:tplc="7F344C4C">
      <w:start w:val="3722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4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5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>
    <w:nsid w:val="79A32F10"/>
    <w:multiLevelType w:val="hybridMultilevel"/>
    <w:tmpl w:val="4154C082"/>
    <w:lvl w:ilvl="0" w:tplc="32B0F19A">
      <w:start w:val="6173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7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0"/>
  </w:num>
  <w:num w:numId="190">
    <w:abstractNumId w:val="0"/>
  </w:num>
  <w:num w:numId="191">
    <w:abstractNumId w:val="0"/>
  </w:num>
  <w:num w:numId="192">
    <w:abstractNumId w:val="0"/>
  </w:num>
  <w:num w:numId="193">
    <w:abstractNumId w:val="0"/>
  </w:num>
  <w:num w:numId="194">
    <w:abstractNumId w:val="0"/>
  </w:num>
  <w:num w:numId="195">
    <w:abstractNumId w:val="0"/>
  </w:num>
  <w:num w:numId="196">
    <w:abstractNumId w:val="0"/>
  </w:num>
  <w:num w:numId="197">
    <w:abstractNumId w:val="0"/>
  </w:num>
  <w:num w:numId="198">
    <w:abstractNumId w:val="0"/>
  </w:num>
  <w:num w:numId="199">
    <w:abstractNumId w:val="0"/>
  </w:num>
  <w:num w:numId="200">
    <w:abstractNumId w:val="0"/>
  </w:num>
  <w:num w:numId="201">
    <w:abstractNumId w:val="32"/>
  </w:num>
  <w:num w:numId="202">
    <w:abstractNumId w:val="4"/>
  </w:num>
  <w:num w:numId="203">
    <w:abstractNumId w:val="3"/>
  </w:num>
  <w:num w:numId="204">
    <w:abstractNumId w:val="25"/>
  </w:num>
  <w:num w:numId="205">
    <w:abstractNumId w:val="7"/>
  </w:num>
  <w:num w:numId="206">
    <w:abstractNumId w:val="28"/>
  </w:num>
  <w:num w:numId="207">
    <w:abstractNumId w:val="19"/>
  </w:num>
  <w:num w:numId="208">
    <w:abstractNumId w:val="8"/>
  </w:num>
  <w:num w:numId="209">
    <w:abstractNumId w:val="29"/>
  </w:num>
  <w:num w:numId="210">
    <w:abstractNumId w:val="10"/>
  </w:num>
  <w:num w:numId="211">
    <w:abstractNumId w:val="21"/>
  </w:num>
  <w:num w:numId="212">
    <w:abstractNumId w:val="20"/>
  </w:num>
  <w:num w:numId="213">
    <w:abstractNumId w:val="38"/>
  </w:num>
  <w:num w:numId="214">
    <w:abstractNumId w:val="36"/>
  </w:num>
  <w:num w:numId="215">
    <w:abstractNumId w:val="34"/>
  </w:num>
  <w:num w:numId="216">
    <w:abstractNumId w:val="11"/>
  </w:num>
  <w:num w:numId="217">
    <w:abstractNumId w:val="9"/>
  </w:num>
  <w:num w:numId="218">
    <w:abstractNumId w:val="2"/>
  </w:num>
  <w:num w:numId="219">
    <w:abstractNumId w:val="44"/>
  </w:num>
  <w:num w:numId="220">
    <w:abstractNumId w:val="31"/>
  </w:num>
  <w:num w:numId="221">
    <w:abstractNumId w:val="23"/>
  </w:num>
  <w:num w:numId="222">
    <w:abstractNumId w:val="30"/>
  </w:num>
  <w:num w:numId="223">
    <w:abstractNumId w:val="18"/>
  </w:num>
  <w:num w:numId="224">
    <w:abstractNumId w:val="16"/>
  </w:num>
  <w:num w:numId="225">
    <w:abstractNumId w:val="37"/>
  </w:num>
  <w:num w:numId="226">
    <w:abstractNumId w:val="35"/>
  </w:num>
  <w:num w:numId="227">
    <w:abstractNumId w:val="27"/>
  </w:num>
  <w:num w:numId="228">
    <w:abstractNumId w:val="45"/>
  </w:num>
  <w:num w:numId="229">
    <w:abstractNumId w:val="22"/>
  </w:num>
  <w:num w:numId="230">
    <w:abstractNumId w:val="48"/>
  </w:num>
  <w:num w:numId="231">
    <w:abstractNumId w:val="15"/>
  </w:num>
  <w:num w:numId="232">
    <w:abstractNumId w:val="24"/>
  </w:num>
  <w:num w:numId="233">
    <w:abstractNumId w:val="13"/>
  </w:num>
  <w:num w:numId="234">
    <w:abstractNumId w:val="33"/>
  </w:num>
  <w:num w:numId="235">
    <w:abstractNumId w:val="5"/>
  </w:num>
  <w:num w:numId="236">
    <w:abstractNumId w:val="39"/>
  </w:num>
  <w:num w:numId="237">
    <w:abstractNumId w:val="43"/>
  </w:num>
  <w:num w:numId="238">
    <w:abstractNumId w:val="12"/>
  </w:num>
  <w:num w:numId="239">
    <w:abstractNumId w:val="14"/>
  </w:num>
  <w:num w:numId="240">
    <w:abstractNumId w:val="6"/>
  </w:num>
  <w:num w:numId="241">
    <w:abstractNumId w:val="41"/>
  </w:num>
  <w:num w:numId="242">
    <w:abstractNumId w:val="17"/>
  </w:num>
  <w:num w:numId="243">
    <w:abstractNumId w:val="47"/>
  </w:num>
  <w:num w:numId="244">
    <w:abstractNumId w:val="42"/>
  </w:num>
  <w:num w:numId="245">
    <w:abstractNumId w:val="26"/>
  </w:num>
  <w:num w:numId="246">
    <w:abstractNumId w:val="1"/>
  </w:num>
  <w:num w:numId="247">
    <w:abstractNumId w:val="40"/>
  </w:num>
  <w:num w:numId="2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2F5D"/>
    <w:rsid w:val="00014BB0"/>
    <w:rsid w:val="000161F8"/>
    <w:rsid w:val="000228A6"/>
    <w:rsid w:val="00022AD4"/>
    <w:rsid w:val="00022BA0"/>
    <w:rsid w:val="0002533B"/>
    <w:rsid w:val="000255F6"/>
    <w:rsid w:val="00030D3F"/>
    <w:rsid w:val="00033F95"/>
    <w:rsid w:val="000351DD"/>
    <w:rsid w:val="00035663"/>
    <w:rsid w:val="00035AC5"/>
    <w:rsid w:val="00040D91"/>
    <w:rsid w:val="000413D6"/>
    <w:rsid w:val="00042CAC"/>
    <w:rsid w:val="00043D92"/>
    <w:rsid w:val="000443F9"/>
    <w:rsid w:val="000449FA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63FE3"/>
    <w:rsid w:val="000658FE"/>
    <w:rsid w:val="00071B28"/>
    <w:rsid w:val="00071E23"/>
    <w:rsid w:val="0007239C"/>
    <w:rsid w:val="00072459"/>
    <w:rsid w:val="000753B2"/>
    <w:rsid w:val="000807EB"/>
    <w:rsid w:val="00081FF9"/>
    <w:rsid w:val="0008209B"/>
    <w:rsid w:val="000836D8"/>
    <w:rsid w:val="00085DDD"/>
    <w:rsid w:val="00086285"/>
    <w:rsid w:val="00090A4D"/>
    <w:rsid w:val="000936CA"/>
    <w:rsid w:val="0009455D"/>
    <w:rsid w:val="000972D3"/>
    <w:rsid w:val="000972FE"/>
    <w:rsid w:val="00097BDF"/>
    <w:rsid w:val="000A01DA"/>
    <w:rsid w:val="000A1689"/>
    <w:rsid w:val="000A1B62"/>
    <w:rsid w:val="000A1EAF"/>
    <w:rsid w:val="000A43EE"/>
    <w:rsid w:val="000A455C"/>
    <w:rsid w:val="000A5A9E"/>
    <w:rsid w:val="000A5EE1"/>
    <w:rsid w:val="000A7C3D"/>
    <w:rsid w:val="000B358D"/>
    <w:rsid w:val="000B3978"/>
    <w:rsid w:val="000B4F26"/>
    <w:rsid w:val="000B64B7"/>
    <w:rsid w:val="000C1F03"/>
    <w:rsid w:val="000C2D09"/>
    <w:rsid w:val="000C6A98"/>
    <w:rsid w:val="000C6C34"/>
    <w:rsid w:val="000C7108"/>
    <w:rsid w:val="000D27DF"/>
    <w:rsid w:val="000D2A80"/>
    <w:rsid w:val="000D5656"/>
    <w:rsid w:val="000D5C27"/>
    <w:rsid w:val="000D76C9"/>
    <w:rsid w:val="000D7FC8"/>
    <w:rsid w:val="000E261E"/>
    <w:rsid w:val="000E2C3A"/>
    <w:rsid w:val="000E30F4"/>
    <w:rsid w:val="000E4B8E"/>
    <w:rsid w:val="000E7750"/>
    <w:rsid w:val="000F00CE"/>
    <w:rsid w:val="000F040E"/>
    <w:rsid w:val="000F0C12"/>
    <w:rsid w:val="000F1FAF"/>
    <w:rsid w:val="000F2E6D"/>
    <w:rsid w:val="000F336E"/>
    <w:rsid w:val="000F3E64"/>
    <w:rsid w:val="000F4126"/>
    <w:rsid w:val="000F43A2"/>
    <w:rsid w:val="000F4452"/>
    <w:rsid w:val="000F588B"/>
    <w:rsid w:val="000F76A7"/>
    <w:rsid w:val="00100F8D"/>
    <w:rsid w:val="001028E8"/>
    <w:rsid w:val="00104EDC"/>
    <w:rsid w:val="00105FCD"/>
    <w:rsid w:val="00106094"/>
    <w:rsid w:val="001060E0"/>
    <w:rsid w:val="00106DD7"/>
    <w:rsid w:val="00106FF0"/>
    <w:rsid w:val="001113A2"/>
    <w:rsid w:val="001143FF"/>
    <w:rsid w:val="001168ED"/>
    <w:rsid w:val="00117DDC"/>
    <w:rsid w:val="00123CB0"/>
    <w:rsid w:val="001245BB"/>
    <w:rsid w:val="00124712"/>
    <w:rsid w:val="00127ED5"/>
    <w:rsid w:val="001301F0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2D35"/>
    <w:rsid w:val="0014432D"/>
    <w:rsid w:val="001446E0"/>
    <w:rsid w:val="0014677C"/>
    <w:rsid w:val="0015184A"/>
    <w:rsid w:val="00152ED0"/>
    <w:rsid w:val="001549F5"/>
    <w:rsid w:val="00156B50"/>
    <w:rsid w:val="001575C7"/>
    <w:rsid w:val="00162291"/>
    <w:rsid w:val="00162534"/>
    <w:rsid w:val="00162658"/>
    <w:rsid w:val="001649FC"/>
    <w:rsid w:val="00166F0A"/>
    <w:rsid w:val="001711C5"/>
    <w:rsid w:val="00171229"/>
    <w:rsid w:val="00172E41"/>
    <w:rsid w:val="0017583E"/>
    <w:rsid w:val="00175CF2"/>
    <w:rsid w:val="00177AA1"/>
    <w:rsid w:val="00177B98"/>
    <w:rsid w:val="0018131C"/>
    <w:rsid w:val="001820FB"/>
    <w:rsid w:val="001827D1"/>
    <w:rsid w:val="00182F90"/>
    <w:rsid w:val="00184F52"/>
    <w:rsid w:val="00187876"/>
    <w:rsid w:val="00187BB0"/>
    <w:rsid w:val="00187F2F"/>
    <w:rsid w:val="00190D48"/>
    <w:rsid w:val="00191358"/>
    <w:rsid w:val="00191439"/>
    <w:rsid w:val="00192A2A"/>
    <w:rsid w:val="00193B18"/>
    <w:rsid w:val="00196B51"/>
    <w:rsid w:val="00197748"/>
    <w:rsid w:val="00197B35"/>
    <w:rsid w:val="001A34DD"/>
    <w:rsid w:val="001A3984"/>
    <w:rsid w:val="001A5073"/>
    <w:rsid w:val="001A50D9"/>
    <w:rsid w:val="001A544D"/>
    <w:rsid w:val="001A5DBA"/>
    <w:rsid w:val="001A78E0"/>
    <w:rsid w:val="001A7CA2"/>
    <w:rsid w:val="001B09C1"/>
    <w:rsid w:val="001B10B0"/>
    <w:rsid w:val="001B1F6D"/>
    <w:rsid w:val="001B218B"/>
    <w:rsid w:val="001B2FB2"/>
    <w:rsid w:val="001B41AD"/>
    <w:rsid w:val="001B6B60"/>
    <w:rsid w:val="001B756B"/>
    <w:rsid w:val="001C2687"/>
    <w:rsid w:val="001C38A2"/>
    <w:rsid w:val="001C4A6C"/>
    <w:rsid w:val="001C4B89"/>
    <w:rsid w:val="001D1894"/>
    <w:rsid w:val="001D20E3"/>
    <w:rsid w:val="001D23F7"/>
    <w:rsid w:val="001D3D53"/>
    <w:rsid w:val="001D45D7"/>
    <w:rsid w:val="001D48C1"/>
    <w:rsid w:val="001D4F9A"/>
    <w:rsid w:val="001E6428"/>
    <w:rsid w:val="001E7EBF"/>
    <w:rsid w:val="001F185A"/>
    <w:rsid w:val="001F2165"/>
    <w:rsid w:val="001F620A"/>
    <w:rsid w:val="002003F7"/>
    <w:rsid w:val="002012A7"/>
    <w:rsid w:val="00202D5B"/>
    <w:rsid w:val="002034BA"/>
    <w:rsid w:val="0020378A"/>
    <w:rsid w:val="00204D1D"/>
    <w:rsid w:val="00205478"/>
    <w:rsid w:val="00207CC7"/>
    <w:rsid w:val="00207D22"/>
    <w:rsid w:val="002102AC"/>
    <w:rsid w:val="00211980"/>
    <w:rsid w:val="002126D0"/>
    <w:rsid w:val="002132C4"/>
    <w:rsid w:val="002138B4"/>
    <w:rsid w:val="002153E4"/>
    <w:rsid w:val="00216B7E"/>
    <w:rsid w:val="00221D3E"/>
    <w:rsid w:val="002223C7"/>
    <w:rsid w:val="0022687B"/>
    <w:rsid w:val="00231E0E"/>
    <w:rsid w:val="00233B83"/>
    <w:rsid w:val="002354EA"/>
    <w:rsid w:val="00236A73"/>
    <w:rsid w:val="00237771"/>
    <w:rsid w:val="00237838"/>
    <w:rsid w:val="0024017D"/>
    <w:rsid w:val="00242762"/>
    <w:rsid w:val="002449EB"/>
    <w:rsid w:val="002500A0"/>
    <w:rsid w:val="002506C6"/>
    <w:rsid w:val="00250CEF"/>
    <w:rsid w:val="00252998"/>
    <w:rsid w:val="00253210"/>
    <w:rsid w:val="002551F9"/>
    <w:rsid w:val="002560C1"/>
    <w:rsid w:val="00261CE3"/>
    <w:rsid w:val="00263B3F"/>
    <w:rsid w:val="0027199E"/>
    <w:rsid w:val="00271FC2"/>
    <w:rsid w:val="00272E26"/>
    <w:rsid w:val="00273FE6"/>
    <w:rsid w:val="00275B40"/>
    <w:rsid w:val="0028033A"/>
    <w:rsid w:val="00280CE2"/>
    <w:rsid w:val="00281478"/>
    <w:rsid w:val="00282DBC"/>
    <w:rsid w:val="00287290"/>
    <w:rsid w:val="00290B6A"/>
    <w:rsid w:val="002972E4"/>
    <w:rsid w:val="002A1FC6"/>
    <w:rsid w:val="002A235E"/>
    <w:rsid w:val="002A2B6C"/>
    <w:rsid w:val="002A3667"/>
    <w:rsid w:val="002A3B5D"/>
    <w:rsid w:val="002A59AD"/>
    <w:rsid w:val="002B18B8"/>
    <w:rsid w:val="002B1A59"/>
    <w:rsid w:val="002B27AF"/>
    <w:rsid w:val="002B4263"/>
    <w:rsid w:val="002B64E4"/>
    <w:rsid w:val="002B6ED7"/>
    <w:rsid w:val="002C08A8"/>
    <w:rsid w:val="002C38CA"/>
    <w:rsid w:val="002C40E6"/>
    <w:rsid w:val="002C411B"/>
    <w:rsid w:val="002C571D"/>
    <w:rsid w:val="002C5AB1"/>
    <w:rsid w:val="002D55C7"/>
    <w:rsid w:val="002D7548"/>
    <w:rsid w:val="002E0C83"/>
    <w:rsid w:val="002E16DB"/>
    <w:rsid w:val="002F1C41"/>
    <w:rsid w:val="002F33E9"/>
    <w:rsid w:val="002F4459"/>
    <w:rsid w:val="002F67C4"/>
    <w:rsid w:val="002F702A"/>
    <w:rsid w:val="00300886"/>
    <w:rsid w:val="00300AE4"/>
    <w:rsid w:val="00301868"/>
    <w:rsid w:val="00302416"/>
    <w:rsid w:val="00302B5C"/>
    <w:rsid w:val="00303B7F"/>
    <w:rsid w:val="003042AF"/>
    <w:rsid w:val="003043BF"/>
    <w:rsid w:val="003053D7"/>
    <w:rsid w:val="00307D5C"/>
    <w:rsid w:val="00310CC7"/>
    <w:rsid w:val="00313B17"/>
    <w:rsid w:val="0031621D"/>
    <w:rsid w:val="003163D0"/>
    <w:rsid w:val="00320CFB"/>
    <w:rsid w:val="0032392D"/>
    <w:rsid w:val="003243EC"/>
    <w:rsid w:val="0032477D"/>
    <w:rsid w:val="00325B7D"/>
    <w:rsid w:val="00326029"/>
    <w:rsid w:val="00326B2E"/>
    <w:rsid w:val="003274E3"/>
    <w:rsid w:val="003275F7"/>
    <w:rsid w:val="0033013F"/>
    <w:rsid w:val="00330618"/>
    <w:rsid w:val="0033161E"/>
    <w:rsid w:val="00336594"/>
    <w:rsid w:val="00337431"/>
    <w:rsid w:val="0034088E"/>
    <w:rsid w:val="00340A2E"/>
    <w:rsid w:val="0034389C"/>
    <w:rsid w:val="00343BC6"/>
    <w:rsid w:val="00343E9D"/>
    <w:rsid w:val="003448A4"/>
    <w:rsid w:val="0034552D"/>
    <w:rsid w:val="003457B8"/>
    <w:rsid w:val="00345C21"/>
    <w:rsid w:val="00345E5B"/>
    <w:rsid w:val="0034625C"/>
    <w:rsid w:val="00357120"/>
    <w:rsid w:val="003579C3"/>
    <w:rsid w:val="00360B48"/>
    <w:rsid w:val="00361745"/>
    <w:rsid w:val="00362FC9"/>
    <w:rsid w:val="003635B0"/>
    <w:rsid w:val="00366278"/>
    <w:rsid w:val="00366C5A"/>
    <w:rsid w:val="003700E3"/>
    <w:rsid w:val="00370A40"/>
    <w:rsid w:val="003729B9"/>
    <w:rsid w:val="00373229"/>
    <w:rsid w:val="00375B74"/>
    <w:rsid w:val="00376210"/>
    <w:rsid w:val="003779AF"/>
    <w:rsid w:val="003805EC"/>
    <w:rsid w:val="0038084E"/>
    <w:rsid w:val="00386018"/>
    <w:rsid w:val="00386FC5"/>
    <w:rsid w:val="00390009"/>
    <w:rsid w:val="00391147"/>
    <w:rsid w:val="00391342"/>
    <w:rsid w:val="0039478A"/>
    <w:rsid w:val="00395A9D"/>
    <w:rsid w:val="003970A5"/>
    <w:rsid w:val="003A03EC"/>
    <w:rsid w:val="003A2624"/>
    <w:rsid w:val="003A3F9C"/>
    <w:rsid w:val="003A4CFD"/>
    <w:rsid w:val="003A5618"/>
    <w:rsid w:val="003A7CB0"/>
    <w:rsid w:val="003A7E29"/>
    <w:rsid w:val="003B03BE"/>
    <w:rsid w:val="003B04FA"/>
    <w:rsid w:val="003B1536"/>
    <w:rsid w:val="003B1CDB"/>
    <w:rsid w:val="003B7F32"/>
    <w:rsid w:val="003C05A1"/>
    <w:rsid w:val="003C4518"/>
    <w:rsid w:val="003C4FF8"/>
    <w:rsid w:val="003C54B0"/>
    <w:rsid w:val="003C6E79"/>
    <w:rsid w:val="003C6EC4"/>
    <w:rsid w:val="003C7F43"/>
    <w:rsid w:val="003D1B8A"/>
    <w:rsid w:val="003D20D2"/>
    <w:rsid w:val="003D3FD1"/>
    <w:rsid w:val="003E1D8F"/>
    <w:rsid w:val="003E2793"/>
    <w:rsid w:val="003E331C"/>
    <w:rsid w:val="003E690A"/>
    <w:rsid w:val="003E7DFA"/>
    <w:rsid w:val="003F0C4B"/>
    <w:rsid w:val="003F5811"/>
    <w:rsid w:val="003F62E7"/>
    <w:rsid w:val="00404017"/>
    <w:rsid w:val="004041F3"/>
    <w:rsid w:val="00405022"/>
    <w:rsid w:val="00405167"/>
    <w:rsid w:val="00405B9D"/>
    <w:rsid w:val="00405D45"/>
    <w:rsid w:val="00407B46"/>
    <w:rsid w:val="0041200E"/>
    <w:rsid w:val="004120BC"/>
    <w:rsid w:val="00413684"/>
    <w:rsid w:val="00414E09"/>
    <w:rsid w:val="00416F8B"/>
    <w:rsid w:val="004179CB"/>
    <w:rsid w:val="00422AB7"/>
    <w:rsid w:val="00430ED6"/>
    <w:rsid w:val="00430F00"/>
    <w:rsid w:val="00431296"/>
    <w:rsid w:val="00432281"/>
    <w:rsid w:val="004327DC"/>
    <w:rsid w:val="00433B85"/>
    <w:rsid w:val="004344D7"/>
    <w:rsid w:val="0043452B"/>
    <w:rsid w:val="004349F6"/>
    <w:rsid w:val="00437835"/>
    <w:rsid w:val="00446492"/>
    <w:rsid w:val="00447370"/>
    <w:rsid w:val="00452863"/>
    <w:rsid w:val="004563E2"/>
    <w:rsid w:val="0046171A"/>
    <w:rsid w:val="004625A3"/>
    <w:rsid w:val="00465229"/>
    <w:rsid w:val="0047040B"/>
    <w:rsid w:val="00470A29"/>
    <w:rsid w:val="00471C51"/>
    <w:rsid w:val="00473152"/>
    <w:rsid w:val="00474CBB"/>
    <w:rsid w:val="00476036"/>
    <w:rsid w:val="004801A1"/>
    <w:rsid w:val="00484594"/>
    <w:rsid w:val="00484A5B"/>
    <w:rsid w:val="00485FF6"/>
    <w:rsid w:val="00492358"/>
    <w:rsid w:val="00492ED6"/>
    <w:rsid w:val="004937FF"/>
    <w:rsid w:val="004969CD"/>
    <w:rsid w:val="004971E6"/>
    <w:rsid w:val="0049727F"/>
    <w:rsid w:val="00497626"/>
    <w:rsid w:val="004A2B8F"/>
    <w:rsid w:val="004A38DD"/>
    <w:rsid w:val="004A3EA7"/>
    <w:rsid w:val="004A546E"/>
    <w:rsid w:val="004A5962"/>
    <w:rsid w:val="004A60E3"/>
    <w:rsid w:val="004B1F80"/>
    <w:rsid w:val="004B5ADE"/>
    <w:rsid w:val="004B79A5"/>
    <w:rsid w:val="004C04AB"/>
    <w:rsid w:val="004C0C43"/>
    <w:rsid w:val="004C4605"/>
    <w:rsid w:val="004C6EE9"/>
    <w:rsid w:val="004C72D4"/>
    <w:rsid w:val="004D0409"/>
    <w:rsid w:val="004D1316"/>
    <w:rsid w:val="004D518F"/>
    <w:rsid w:val="004D5D6C"/>
    <w:rsid w:val="004E2117"/>
    <w:rsid w:val="004E24EF"/>
    <w:rsid w:val="004E2E13"/>
    <w:rsid w:val="004F173B"/>
    <w:rsid w:val="004F1E35"/>
    <w:rsid w:val="004F361E"/>
    <w:rsid w:val="004F4827"/>
    <w:rsid w:val="004F5BB6"/>
    <w:rsid w:val="0050026F"/>
    <w:rsid w:val="00500C5C"/>
    <w:rsid w:val="00504617"/>
    <w:rsid w:val="00505B39"/>
    <w:rsid w:val="00507883"/>
    <w:rsid w:val="00507A7D"/>
    <w:rsid w:val="005109CE"/>
    <w:rsid w:val="00511AC3"/>
    <w:rsid w:val="00511C13"/>
    <w:rsid w:val="005125DC"/>
    <w:rsid w:val="0051311E"/>
    <w:rsid w:val="005171F7"/>
    <w:rsid w:val="00520FA1"/>
    <w:rsid w:val="0052118D"/>
    <w:rsid w:val="00523571"/>
    <w:rsid w:val="00525288"/>
    <w:rsid w:val="00532B7C"/>
    <w:rsid w:val="00532DEF"/>
    <w:rsid w:val="005330B6"/>
    <w:rsid w:val="00535A3D"/>
    <w:rsid w:val="0053689C"/>
    <w:rsid w:val="005420C7"/>
    <w:rsid w:val="00542915"/>
    <w:rsid w:val="00544A4F"/>
    <w:rsid w:val="00545A77"/>
    <w:rsid w:val="005462D0"/>
    <w:rsid w:val="0054643E"/>
    <w:rsid w:val="00546AB8"/>
    <w:rsid w:val="0054796F"/>
    <w:rsid w:val="00547A31"/>
    <w:rsid w:val="00547AF8"/>
    <w:rsid w:val="00553EB6"/>
    <w:rsid w:val="00554BE6"/>
    <w:rsid w:val="00556D63"/>
    <w:rsid w:val="00562D48"/>
    <w:rsid w:val="00563567"/>
    <w:rsid w:val="0057224F"/>
    <w:rsid w:val="00572D87"/>
    <w:rsid w:val="00573D56"/>
    <w:rsid w:val="00574939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640B"/>
    <w:rsid w:val="00597797"/>
    <w:rsid w:val="005A0FA7"/>
    <w:rsid w:val="005A63EC"/>
    <w:rsid w:val="005B10BF"/>
    <w:rsid w:val="005B18DD"/>
    <w:rsid w:val="005B3159"/>
    <w:rsid w:val="005B3F28"/>
    <w:rsid w:val="005B7E1B"/>
    <w:rsid w:val="005C004E"/>
    <w:rsid w:val="005C0A00"/>
    <w:rsid w:val="005C0C54"/>
    <w:rsid w:val="005C2209"/>
    <w:rsid w:val="005C3EF2"/>
    <w:rsid w:val="005C59D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242E"/>
    <w:rsid w:val="00605D3A"/>
    <w:rsid w:val="006073F5"/>
    <w:rsid w:val="00610B2E"/>
    <w:rsid w:val="006114DB"/>
    <w:rsid w:val="00614FFA"/>
    <w:rsid w:val="00615250"/>
    <w:rsid w:val="00616990"/>
    <w:rsid w:val="00620B3E"/>
    <w:rsid w:val="00621797"/>
    <w:rsid w:val="00623AAA"/>
    <w:rsid w:val="0062422D"/>
    <w:rsid w:val="00624642"/>
    <w:rsid w:val="00624A88"/>
    <w:rsid w:val="00624BF0"/>
    <w:rsid w:val="00625FD1"/>
    <w:rsid w:val="006271B4"/>
    <w:rsid w:val="0062727D"/>
    <w:rsid w:val="00627822"/>
    <w:rsid w:val="00630CDC"/>
    <w:rsid w:val="00632676"/>
    <w:rsid w:val="006328D3"/>
    <w:rsid w:val="00632D8E"/>
    <w:rsid w:val="00632FDB"/>
    <w:rsid w:val="0063329E"/>
    <w:rsid w:val="00633A50"/>
    <w:rsid w:val="00633C72"/>
    <w:rsid w:val="00635785"/>
    <w:rsid w:val="00635BBB"/>
    <w:rsid w:val="006371AE"/>
    <w:rsid w:val="00637477"/>
    <w:rsid w:val="00637FE5"/>
    <w:rsid w:val="006401E7"/>
    <w:rsid w:val="00640788"/>
    <w:rsid w:val="00641C67"/>
    <w:rsid w:val="00645291"/>
    <w:rsid w:val="00646033"/>
    <w:rsid w:val="00652B8C"/>
    <w:rsid w:val="00652BD0"/>
    <w:rsid w:val="0065501D"/>
    <w:rsid w:val="00655E38"/>
    <w:rsid w:val="00656D4E"/>
    <w:rsid w:val="00660769"/>
    <w:rsid w:val="00660B04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180D"/>
    <w:rsid w:val="006718F6"/>
    <w:rsid w:val="006733DE"/>
    <w:rsid w:val="00673A76"/>
    <w:rsid w:val="0067411F"/>
    <w:rsid w:val="0068044E"/>
    <w:rsid w:val="006840C1"/>
    <w:rsid w:val="006841F8"/>
    <w:rsid w:val="00684F87"/>
    <w:rsid w:val="0069127D"/>
    <w:rsid w:val="006A4016"/>
    <w:rsid w:val="006A5514"/>
    <w:rsid w:val="006B1BC3"/>
    <w:rsid w:val="006B218F"/>
    <w:rsid w:val="006B2599"/>
    <w:rsid w:val="006B2852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D5764"/>
    <w:rsid w:val="006E0476"/>
    <w:rsid w:val="006E0EF5"/>
    <w:rsid w:val="006E2392"/>
    <w:rsid w:val="006E3F35"/>
    <w:rsid w:val="006E4D5B"/>
    <w:rsid w:val="006E4E00"/>
    <w:rsid w:val="006F035E"/>
    <w:rsid w:val="006F0858"/>
    <w:rsid w:val="006F0EF2"/>
    <w:rsid w:val="006F0F9C"/>
    <w:rsid w:val="006F1D5D"/>
    <w:rsid w:val="006F2836"/>
    <w:rsid w:val="006F322E"/>
    <w:rsid w:val="006F44D4"/>
    <w:rsid w:val="007008CB"/>
    <w:rsid w:val="007031A4"/>
    <w:rsid w:val="0070357C"/>
    <w:rsid w:val="007039B1"/>
    <w:rsid w:val="007074C5"/>
    <w:rsid w:val="007078A5"/>
    <w:rsid w:val="007101DE"/>
    <w:rsid w:val="007104F8"/>
    <w:rsid w:val="00711A14"/>
    <w:rsid w:val="00715744"/>
    <w:rsid w:val="00717A52"/>
    <w:rsid w:val="0072020D"/>
    <w:rsid w:val="007243BA"/>
    <w:rsid w:val="00732109"/>
    <w:rsid w:val="00732B89"/>
    <w:rsid w:val="00740726"/>
    <w:rsid w:val="00740AA9"/>
    <w:rsid w:val="007416D8"/>
    <w:rsid w:val="0074238E"/>
    <w:rsid w:val="00742C10"/>
    <w:rsid w:val="00743023"/>
    <w:rsid w:val="007450E6"/>
    <w:rsid w:val="00746C7F"/>
    <w:rsid w:val="00746FA0"/>
    <w:rsid w:val="007513EA"/>
    <w:rsid w:val="00752B9E"/>
    <w:rsid w:val="00753635"/>
    <w:rsid w:val="00754030"/>
    <w:rsid w:val="007602D6"/>
    <w:rsid w:val="00760604"/>
    <w:rsid w:val="00761232"/>
    <w:rsid w:val="00762AC2"/>
    <w:rsid w:val="00763D2B"/>
    <w:rsid w:val="00766187"/>
    <w:rsid w:val="00771313"/>
    <w:rsid w:val="00771A1B"/>
    <w:rsid w:val="00772FD2"/>
    <w:rsid w:val="0077518E"/>
    <w:rsid w:val="0077783A"/>
    <w:rsid w:val="00777B20"/>
    <w:rsid w:val="007801D1"/>
    <w:rsid w:val="00782BE4"/>
    <w:rsid w:val="00783409"/>
    <w:rsid w:val="00784D5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3B3"/>
    <w:rsid w:val="007A643D"/>
    <w:rsid w:val="007B0932"/>
    <w:rsid w:val="007B23DD"/>
    <w:rsid w:val="007B7DEA"/>
    <w:rsid w:val="007C0A58"/>
    <w:rsid w:val="007C1EBB"/>
    <w:rsid w:val="007C2690"/>
    <w:rsid w:val="007C29B3"/>
    <w:rsid w:val="007C2AB8"/>
    <w:rsid w:val="007C3B3B"/>
    <w:rsid w:val="007C4C88"/>
    <w:rsid w:val="007C4FC2"/>
    <w:rsid w:val="007C6057"/>
    <w:rsid w:val="007C621E"/>
    <w:rsid w:val="007C6619"/>
    <w:rsid w:val="007C6FB4"/>
    <w:rsid w:val="007D4178"/>
    <w:rsid w:val="007D47B2"/>
    <w:rsid w:val="007E63C5"/>
    <w:rsid w:val="007E7A12"/>
    <w:rsid w:val="007F0635"/>
    <w:rsid w:val="007F0A49"/>
    <w:rsid w:val="007F0E76"/>
    <w:rsid w:val="007F1877"/>
    <w:rsid w:val="007F2D3B"/>
    <w:rsid w:val="007F394B"/>
    <w:rsid w:val="007F48AD"/>
    <w:rsid w:val="007F4CC1"/>
    <w:rsid w:val="007F7DD0"/>
    <w:rsid w:val="00800276"/>
    <w:rsid w:val="00802E30"/>
    <w:rsid w:val="00807E42"/>
    <w:rsid w:val="00810325"/>
    <w:rsid w:val="00811613"/>
    <w:rsid w:val="00811EE6"/>
    <w:rsid w:val="00812DF2"/>
    <w:rsid w:val="00813283"/>
    <w:rsid w:val="0081459D"/>
    <w:rsid w:val="0081537C"/>
    <w:rsid w:val="008159EC"/>
    <w:rsid w:val="00816245"/>
    <w:rsid w:val="00822ACD"/>
    <w:rsid w:val="00827085"/>
    <w:rsid w:val="008300E8"/>
    <w:rsid w:val="00830FB4"/>
    <w:rsid w:val="00831DB2"/>
    <w:rsid w:val="00832C8B"/>
    <w:rsid w:val="00834693"/>
    <w:rsid w:val="00834B02"/>
    <w:rsid w:val="00835C8E"/>
    <w:rsid w:val="008367D8"/>
    <w:rsid w:val="00837523"/>
    <w:rsid w:val="00837D7C"/>
    <w:rsid w:val="0084105D"/>
    <w:rsid w:val="00841DC8"/>
    <w:rsid w:val="008429EF"/>
    <w:rsid w:val="00842F23"/>
    <w:rsid w:val="00844169"/>
    <w:rsid w:val="0085324F"/>
    <w:rsid w:val="00853357"/>
    <w:rsid w:val="00853C14"/>
    <w:rsid w:val="00860EE7"/>
    <w:rsid w:val="00863032"/>
    <w:rsid w:val="00863E62"/>
    <w:rsid w:val="00864D99"/>
    <w:rsid w:val="0086728D"/>
    <w:rsid w:val="00870080"/>
    <w:rsid w:val="00875B49"/>
    <w:rsid w:val="0087657E"/>
    <w:rsid w:val="00877EF9"/>
    <w:rsid w:val="00881E23"/>
    <w:rsid w:val="008839E4"/>
    <w:rsid w:val="00887597"/>
    <w:rsid w:val="00891233"/>
    <w:rsid w:val="00891D37"/>
    <w:rsid w:val="0089226F"/>
    <w:rsid w:val="0089334F"/>
    <w:rsid w:val="0089554B"/>
    <w:rsid w:val="008958FD"/>
    <w:rsid w:val="0089714A"/>
    <w:rsid w:val="008A4796"/>
    <w:rsid w:val="008A4A21"/>
    <w:rsid w:val="008A6B44"/>
    <w:rsid w:val="008B0696"/>
    <w:rsid w:val="008B2D27"/>
    <w:rsid w:val="008B4012"/>
    <w:rsid w:val="008C4AAF"/>
    <w:rsid w:val="008C538D"/>
    <w:rsid w:val="008C7AB7"/>
    <w:rsid w:val="008D1D17"/>
    <w:rsid w:val="008D33FF"/>
    <w:rsid w:val="008D3555"/>
    <w:rsid w:val="008D4592"/>
    <w:rsid w:val="008D4C67"/>
    <w:rsid w:val="008D7142"/>
    <w:rsid w:val="008E09FA"/>
    <w:rsid w:val="008E0D1D"/>
    <w:rsid w:val="008F09F8"/>
    <w:rsid w:val="008F1359"/>
    <w:rsid w:val="008F15E6"/>
    <w:rsid w:val="008F5A76"/>
    <w:rsid w:val="008F6CFE"/>
    <w:rsid w:val="00901434"/>
    <w:rsid w:val="009016C3"/>
    <w:rsid w:val="0090365D"/>
    <w:rsid w:val="00904999"/>
    <w:rsid w:val="00912043"/>
    <w:rsid w:val="009136AE"/>
    <w:rsid w:val="00915BAF"/>
    <w:rsid w:val="00920313"/>
    <w:rsid w:val="009248DF"/>
    <w:rsid w:val="00925910"/>
    <w:rsid w:val="009310F3"/>
    <w:rsid w:val="0093283C"/>
    <w:rsid w:val="0093381F"/>
    <w:rsid w:val="00934242"/>
    <w:rsid w:val="00936A55"/>
    <w:rsid w:val="00937281"/>
    <w:rsid w:val="00940A50"/>
    <w:rsid w:val="00941680"/>
    <w:rsid w:val="00942614"/>
    <w:rsid w:val="00944C11"/>
    <w:rsid w:val="009452E1"/>
    <w:rsid w:val="009453BE"/>
    <w:rsid w:val="009454B5"/>
    <w:rsid w:val="00946CA1"/>
    <w:rsid w:val="00947CDB"/>
    <w:rsid w:val="009514A0"/>
    <w:rsid w:val="00952595"/>
    <w:rsid w:val="00954508"/>
    <w:rsid w:val="00954AE0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46AA"/>
    <w:rsid w:val="00975B3C"/>
    <w:rsid w:val="0097711F"/>
    <w:rsid w:val="00977CE0"/>
    <w:rsid w:val="00980CAC"/>
    <w:rsid w:val="009819CF"/>
    <w:rsid w:val="00981EBB"/>
    <w:rsid w:val="009839DB"/>
    <w:rsid w:val="00984A88"/>
    <w:rsid w:val="00990D91"/>
    <w:rsid w:val="00992969"/>
    <w:rsid w:val="00993A96"/>
    <w:rsid w:val="00996260"/>
    <w:rsid w:val="00996EDA"/>
    <w:rsid w:val="009A0477"/>
    <w:rsid w:val="009A0C6F"/>
    <w:rsid w:val="009A0D36"/>
    <w:rsid w:val="009A37E3"/>
    <w:rsid w:val="009A5A15"/>
    <w:rsid w:val="009A68A2"/>
    <w:rsid w:val="009A7644"/>
    <w:rsid w:val="009B0A16"/>
    <w:rsid w:val="009B0C79"/>
    <w:rsid w:val="009B19A1"/>
    <w:rsid w:val="009C13A3"/>
    <w:rsid w:val="009C4F98"/>
    <w:rsid w:val="009C543D"/>
    <w:rsid w:val="009C5561"/>
    <w:rsid w:val="009C67C9"/>
    <w:rsid w:val="009D02BD"/>
    <w:rsid w:val="009D0C67"/>
    <w:rsid w:val="009D13FF"/>
    <w:rsid w:val="009D558F"/>
    <w:rsid w:val="009D57A5"/>
    <w:rsid w:val="009E0211"/>
    <w:rsid w:val="009F0C58"/>
    <w:rsid w:val="009F129C"/>
    <w:rsid w:val="009F2162"/>
    <w:rsid w:val="009F2D49"/>
    <w:rsid w:val="009F3111"/>
    <w:rsid w:val="009F4DA6"/>
    <w:rsid w:val="009F55AF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1143"/>
    <w:rsid w:val="00A22981"/>
    <w:rsid w:val="00A24BA7"/>
    <w:rsid w:val="00A27067"/>
    <w:rsid w:val="00A27A0B"/>
    <w:rsid w:val="00A316BC"/>
    <w:rsid w:val="00A319BC"/>
    <w:rsid w:val="00A3215B"/>
    <w:rsid w:val="00A33EAD"/>
    <w:rsid w:val="00A3501D"/>
    <w:rsid w:val="00A40C46"/>
    <w:rsid w:val="00A417AB"/>
    <w:rsid w:val="00A421C3"/>
    <w:rsid w:val="00A45BC0"/>
    <w:rsid w:val="00A47869"/>
    <w:rsid w:val="00A51460"/>
    <w:rsid w:val="00A53233"/>
    <w:rsid w:val="00A544DF"/>
    <w:rsid w:val="00A54C16"/>
    <w:rsid w:val="00A55DCB"/>
    <w:rsid w:val="00A56326"/>
    <w:rsid w:val="00A5688F"/>
    <w:rsid w:val="00A56C8E"/>
    <w:rsid w:val="00A57143"/>
    <w:rsid w:val="00A574A6"/>
    <w:rsid w:val="00A606D3"/>
    <w:rsid w:val="00A6197B"/>
    <w:rsid w:val="00A62594"/>
    <w:rsid w:val="00A62841"/>
    <w:rsid w:val="00A62BE8"/>
    <w:rsid w:val="00A64536"/>
    <w:rsid w:val="00A66F56"/>
    <w:rsid w:val="00A6746D"/>
    <w:rsid w:val="00A7014D"/>
    <w:rsid w:val="00A714E8"/>
    <w:rsid w:val="00A7205E"/>
    <w:rsid w:val="00A73914"/>
    <w:rsid w:val="00A752F2"/>
    <w:rsid w:val="00A75EEF"/>
    <w:rsid w:val="00A76506"/>
    <w:rsid w:val="00A7692A"/>
    <w:rsid w:val="00A77360"/>
    <w:rsid w:val="00A77F22"/>
    <w:rsid w:val="00A80879"/>
    <w:rsid w:val="00A84CAA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3A68"/>
    <w:rsid w:val="00AA6E22"/>
    <w:rsid w:val="00AA72CA"/>
    <w:rsid w:val="00AA75F1"/>
    <w:rsid w:val="00AA7989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C67DC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1A74"/>
    <w:rsid w:val="00B02AAB"/>
    <w:rsid w:val="00B02FC5"/>
    <w:rsid w:val="00B03377"/>
    <w:rsid w:val="00B03A13"/>
    <w:rsid w:val="00B05949"/>
    <w:rsid w:val="00B05ACD"/>
    <w:rsid w:val="00B05BFD"/>
    <w:rsid w:val="00B10B1F"/>
    <w:rsid w:val="00B13632"/>
    <w:rsid w:val="00B15C9C"/>
    <w:rsid w:val="00B205E5"/>
    <w:rsid w:val="00B21AD4"/>
    <w:rsid w:val="00B22E8E"/>
    <w:rsid w:val="00B23047"/>
    <w:rsid w:val="00B27D2A"/>
    <w:rsid w:val="00B3043D"/>
    <w:rsid w:val="00B30929"/>
    <w:rsid w:val="00B3248E"/>
    <w:rsid w:val="00B34783"/>
    <w:rsid w:val="00B36AAD"/>
    <w:rsid w:val="00B400C7"/>
    <w:rsid w:val="00B411B2"/>
    <w:rsid w:val="00B425C0"/>
    <w:rsid w:val="00B434D4"/>
    <w:rsid w:val="00B438CB"/>
    <w:rsid w:val="00B443D6"/>
    <w:rsid w:val="00B444F8"/>
    <w:rsid w:val="00B4598C"/>
    <w:rsid w:val="00B46E9B"/>
    <w:rsid w:val="00B46F12"/>
    <w:rsid w:val="00B47CB2"/>
    <w:rsid w:val="00B506FF"/>
    <w:rsid w:val="00B50E41"/>
    <w:rsid w:val="00B60252"/>
    <w:rsid w:val="00B657C2"/>
    <w:rsid w:val="00B658F6"/>
    <w:rsid w:val="00B67819"/>
    <w:rsid w:val="00B70BEF"/>
    <w:rsid w:val="00B7234D"/>
    <w:rsid w:val="00B72C88"/>
    <w:rsid w:val="00B7503B"/>
    <w:rsid w:val="00B752A1"/>
    <w:rsid w:val="00B759B1"/>
    <w:rsid w:val="00B766CE"/>
    <w:rsid w:val="00B7677A"/>
    <w:rsid w:val="00B77CE1"/>
    <w:rsid w:val="00B82773"/>
    <w:rsid w:val="00B84DA0"/>
    <w:rsid w:val="00B85443"/>
    <w:rsid w:val="00B876E2"/>
    <w:rsid w:val="00B9140C"/>
    <w:rsid w:val="00B93109"/>
    <w:rsid w:val="00B94397"/>
    <w:rsid w:val="00B94EE0"/>
    <w:rsid w:val="00B97109"/>
    <w:rsid w:val="00BA0A6F"/>
    <w:rsid w:val="00BA172E"/>
    <w:rsid w:val="00BA2153"/>
    <w:rsid w:val="00BA37AE"/>
    <w:rsid w:val="00BA3A0A"/>
    <w:rsid w:val="00BA74EC"/>
    <w:rsid w:val="00BA7C7E"/>
    <w:rsid w:val="00BB0DFC"/>
    <w:rsid w:val="00BB1BD8"/>
    <w:rsid w:val="00BB323F"/>
    <w:rsid w:val="00BB54AD"/>
    <w:rsid w:val="00BB55E9"/>
    <w:rsid w:val="00BB659C"/>
    <w:rsid w:val="00BB7E95"/>
    <w:rsid w:val="00BC1A8F"/>
    <w:rsid w:val="00BC7057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0A95"/>
    <w:rsid w:val="00BF0F6A"/>
    <w:rsid w:val="00BF1847"/>
    <w:rsid w:val="00BF31EE"/>
    <w:rsid w:val="00BF41C3"/>
    <w:rsid w:val="00BF4729"/>
    <w:rsid w:val="00BF511A"/>
    <w:rsid w:val="00BF5218"/>
    <w:rsid w:val="00BF6802"/>
    <w:rsid w:val="00C01B22"/>
    <w:rsid w:val="00C03C63"/>
    <w:rsid w:val="00C044B3"/>
    <w:rsid w:val="00C054AE"/>
    <w:rsid w:val="00C05DB6"/>
    <w:rsid w:val="00C1172A"/>
    <w:rsid w:val="00C13DA0"/>
    <w:rsid w:val="00C1522A"/>
    <w:rsid w:val="00C210D0"/>
    <w:rsid w:val="00C23D35"/>
    <w:rsid w:val="00C249FA"/>
    <w:rsid w:val="00C26FA6"/>
    <w:rsid w:val="00C2762B"/>
    <w:rsid w:val="00C324F3"/>
    <w:rsid w:val="00C32F27"/>
    <w:rsid w:val="00C335F7"/>
    <w:rsid w:val="00C33F23"/>
    <w:rsid w:val="00C33FF1"/>
    <w:rsid w:val="00C3461D"/>
    <w:rsid w:val="00C34F3C"/>
    <w:rsid w:val="00C34FD4"/>
    <w:rsid w:val="00C36353"/>
    <w:rsid w:val="00C364A3"/>
    <w:rsid w:val="00C3704A"/>
    <w:rsid w:val="00C4140A"/>
    <w:rsid w:val="00C420BB"/>
    <w:rsid w:val="00C44EB8"/>
    <w:rsid w:val="00C451BB"/>
    <w:rsid w:val="00C452C5"/>
    <w:rsid w:val="00C45A15"/>
    <w:rsid w:val="00C51FB7"/>
    <w:rsid w:val="00C528C6"/>
    <w:rsid w:val="00C536F9"/>
    <w:rsid w:val="00C53C5F"/>
    <w:rsid w:val="00C61F3B"/>
    <w:rsid w:val="00C631F7"/>
    <w:rsid w:val="00C64911"/>
    <w:rsid w:val="00C64A62"/>
    <w:rsid w:val="00C64F30"/>
    <w:rsid w:val="00C66E77"/>
    <w:rsid w:val="00C676B3"/>
    <w:rsid w:val="00C7052D"/>
    <w:rsid w:val="00C712EC"/>
    <w:rsid w:val="00C724AD"/>
    <w:rsid w:val="00C72553"/>
    <w:rsid w:val="00C735E8"/>
    <w:rsid w:val="00C77415"/>
    <w:rsid w:val="00C81064"/>
    <w:rsid w:val="00C8258C"/>
    <w:rsid w:val="00C82694"/>
    <w:rsid w:val="00C83897"/>
    <w:rsid w:val="00C87F21"/>
    <w:rsid w:val="00C901FB"/>
    <w:rsid w:val="00C92555"/>
    <w:rsid w:val="00C92D57"/>
    <w:rsid w:val="00C93C18"/>
    <w:rsid w:val="00C93D6C"/>
    <w:rsid w:val="00C9461D"/>
    <w:rsid w:val="00C9479E"/>
    <w:rsid w:val="00C95817"/>
    <w:rsid w:val="00CA0F93"/>
    <w:rsid w:val="00CA4F78"/>
    <w:rsid w:val="00CA7D5F"/>
    <w:rsid w:val="00CB0976"/>
    <w:rsid w:val="00CB0FA7"/>
    <w:rsid w:val="00CB1B4C"/>
    <w:rsid w:val="00CB1C57"/>
    <w:rsid w:val="00CB3871"/>
    <w:rsid w:val="00CB57DD"/>
    <w:rsid w:val="00CB663B"/>
    <w:rsid w:val="00CB73A9"/>
    <w:rsid w:val="00CC043D"/>
    <w:rsid w:val="00CC1CD4"/>
    <w:rsid w:val="00CC3B1C"/>
    <w:rsid w:val="00CC4D6B"/>
    <w:rsid w:val="00CC53A7"/>
    <w:rsid w:val="00CC77BD"/>
    <w:rsid w:val="00CC7859"/>
    <w:rsid w:val="00CC7CC5"/>
    <w:rsid w:val="00CD2B40"/>
    <w:rsid w:val="00CD3813"/>
    <w:rsid w:val="00CD3CAB"/>
    <w:rsid w:val="00CD7D76"/>
    <w:rsid w:val="00CE072F"/>
    <w:rsid w:val="00CE0FA4"/>
    <w:rsid w:val="00CE52F4"/>
    <w:rsid w:val="00CE6E29"/>
    <w:rsid w:val="00CF4120"/>
    <w:rsid w:val="00CF4836"/>
    <w:rsid w:val="00CF5C6B"/>
    <w:rsid w:val="00CF64BF"/>
    <w:rsid w:val="00D018F3"/>
    <w:rsid w:val="00D02432"/>
    <w:rsid w:val="00D03605"/>
    <w:rsid w:val="00D03647"/>
    <w:rsid w:val="00D0766B"/>
    <w:rsid w:val="00D10098"/>
    <w:rsid w:val="00D13B71"/>
    <w:rsid w:val="00D14215"/>
    <w:rsid w:val="00D14FD7"/>
    <w:rsid w:val="00D21822"/>
    <w:rsid w:val="00D23D2E"/>
    <w:rsid w:val="00D252E0"/>
    <w:rsid w:val="00D25693"/>
    <w:rsid w:val="00D273B5"/>
    <w:rsid w:val="00D32E3A"/>
    <w:rsid w:val="00D33EEE"/>
    <w:rsid w:val="00D411C4"/>
    <w:rsid w:val="00D562C4"/>
    <w:rsid w:val="00D620F2"/>
    <w:rsid w:val="00D64C82"/>
    <w:rsid w:val="00D64D5D"/>
    <w:rsid w:val="00D65923"/>
    <w:rsid w:val="00D66568"/>
    <w:rsid w:val="00D707DF"/>
    <w:rsid w:val="00D72130"/>
    <w:rsid w:val="00D73282"/>
    <w:rsid w:val="00D73A89"/>
    <w:rsid w:val="00D7462A"/>
    <w:rsid w:val="00D74917"/>
    <w:rsid w:val="00D75543"/>
    <w:rsid w:val="00D81324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930"/>
    <w:rsid w:val="00D92E1D"/>
    <w:rsid w:val="00D9707E"/>
    <w:rsid w:val="00DA0287"/>
    <w:rsid w:val="00DA1693"/>
    <w:rsid w:val="00DA1C55"/>
    <w:rsid w:val="00DA29FB"/>
    <w:rsid w:val="00DA53CA"/>
    <w:rsid w:val="00DA62DC"/>
    <w:rsid w:val="00DA7348"/>
    <w:rsid w:val="00DB04CA"/>
    <w:rsid w:val="00DB155D"/>
    <w:rsid w:val="00DB2DA5"/>
    <w:rsid w:val="00DB38C7"/>
    <w:rsid w:val="00DB39E0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270D"/>
    <w:rsid w:val="00DE3348"/>
    <w:rsid w:val="00DE350A"/>
    <w:rsid w:val="00DE6200"/>
    <w:rsid w:val="00DE6444"/>
    <w:rsid w:val="00DE6FB3"/>
    <w:rsid w:val="00DE7B93"/>
    <w:rsid w:val="00DF00B6"/>
    <w:rsid w:val="00DF25F4"/>
    <w:rsid w:val="00DF2617"/>
    <w:rsid w:val="00DF26E8"/>
    <w:rsid w:val="00DF3CD6"/>
    <w:rsid w:val="00DF66A5"/>
    <w:rsid w:val="00DF777C"/>
    <w:rsid w:val="00E01642"/>
    <w:rsid w:val="00E02826"/>
    <w:rsid w:val="00E037BE"/>
    <w:rsid w:val="00E04AFD"/>
    <w:rsid w:val="00E059D8"/>
    <w:rsid w:val="00E1000D"/>
    <w:rsid w:val="00E12D74"/>
    <w:rsid w:val="00E130F0"/>
    <w:rsid w:val="00E1436F"/>
    <w:rsid w:val="00E16072"/>
    <w:rsid w:val="00E16F30"/>
    <w:rsid w:val="00E20C8E"/>
    <w:rsid w:val="00E21D57"/>
    <w:rsid w:val="00E24CD7"/>
    <w:rsid w:val="00E27533"/>
    <w:rsid w:val="00E33AFF"/>
    <w:rsid w:val="00E3520D"/>
    <w:rsid w:val="00E36168"/>
    <w:rsid w:val="00E37D87"/>
    <w:rsid w:val="00E41515"/>
    <w:rsid w:val="00E41D07"/>
    <w:rsid w:val="00E42D35"/>
    <w:rsid w:val="00E43951"/>
    <w:rsid w:val="00E4448A"/>
    <w:rsid w:val="00E44A89"/>
    <w:rsid w:val="00E44EC5"/>
    <w:rsid w:val="00E51FEC"/>
    <w:rsid w:val="00E520A4"/>
    <w:rsid w:val="00E526FB"/>
    <w:rsid w:val="00E530E7"/>
    <w:rsid w:val="00E540CA"/>
    <w:rsid w:val="00E542C0"/>
    <w:rsid w:val="00E562E0"/>
    <w:rsid w:val="00E57D38"/>
    <w:rsid w:val="00E62117"/>
    <w:rsid w:val="00E67516"/>
    <w:rsid w:val="00E70437"/>
    <w:rsid w:val="00E70C19"/>
    <w:rsid w:val="00E7147C"/>
    <w:rsid w:val="00E71BCE"/>
    <w:rsid w:val="00E72F9D"/>
    <w:rsid w:val="00E748C8"/>
    <w:rsid w:val="00E75DE2"/>
    <w:rsid w:val="00E76D6E"/>
    <w:rsid w:val="00E80291"/>
    <w:rsid w:val="00E80906"/>
    <w:rsid w:val="00E81968"/>
    <w:rsid w:val="00E83523"/>
    <w:rsid w:val="00E857EF"/>
    <w:rsid w:val="00E85CDE"/>
    <w:rsid w:val="00E92B23"/>
    <w:rsid w:val="00EA0E7C"/>
    <w:rsid w:val="00EA12DB"/>
    <w:rsid w:val="00EA13DF"/>
    <w:rsid w:val="00EA19B8"/>
    <w:rsid w:val="00EA2F28"/>
    <w:rsid w:val="00EA43AB"/>
    <w:rsid w:val="00EA5A52"/>
    <w:rsid w:val="00EA5FBA"/>
    <w:rsid w:val="00EA6124"/>
    <w:rsid w:val="00EA62B5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330C"/>
    <w:rsid w:val="00ED5C34"/>
    <w:rsid w:val="00ED781E"/>
    <w:rsid w:val="00EE0023"/>
    <w:rsid w:val="00EE21D6"/>
    <w:rsid w:val="00EE2457"/>
    <w:rsid w:val="00EE5151"/>
    <w:rsid w:val="00EF18B7"/>
    <w:rsid w:val="00EF218E"/>
    <w:rsid w:val="00EF4FBB"/>
    <w:rsid w:val="00EF5298"/>
    <w:rsid w:val="00EF5643"/>
    <w:rsid w:val="00EF674D"/>
    <w:rsid w:val="00EF76C8"/>
    <w:rsid w:val="00EF7AE3"/>
    <w:rsid w:val="00F007A5"/>
    <w:rsid w:val="00F04C1D"/>
    <w:rsid w:val="00F05C48"/>
    <w:rsid w:val="00F06A86"/>
    <w:rsid w:val="00F06F32"/>
    <w:rsid w:val="00F106A0"/>
    <w:rsid w:val="00F1115D"/>
    <w:rsid w:val="00F13295"/>
    <w:rsid w:val="00F133FC"/>
    <w:rsid w:val="00F14B4F"/>
    <w:rsid w:val="00F2076E"/>
    <w:rsid w:val="00F20D27"/>
    <w:rsid w:val="00F21A24"/>
    <w:rsid w:val="00F250CF"/>
    <w:rsid w:val="00F266C5"/>
    <w:rsid w:val="00F30109"/>
    <w:rsid w:val="00F34956"/>
    <w:rsid w:val="00F35050"/>
    <w:rsid w:val="00F36527"/>
    <w:rsid w:val="00F41A49"/>
    <w:rsid w:val="00F42CBD"/>
    <w:rsid w:val="00F42D71"/>
    <w:rsid w:val="00F4457F"/>
    <w:rsid w:val="00F45B09"/>
    <w:rsid w:val="00F46492"/>
    <w:rsid w:val="00F46688"/>
    <w:rsid w:val="00F46D8A"/>
    <w:rsid w:val="00F47C28"/>
    <w:rsid w:val="00F50256"/>
    <w:rsid w:val="00F51DC4"/>
    <w:rsid w:val="00F5339E"/>
    <w:rsid w:val="00F558B3"/>
    <w:rsid w:val="00F5722F"/>
    <w:rsid w:val="00F57E8A"/>
    <w:rsid w:val="00F603FD"/>
    <w:rsid w:val="00F63371"/>
    <w:rsid w:val="00F63D86"/>
    <w:rsid w:val="00F66372"/>
    <w:rsid w:val="00F71C41"/>
    <w:rsid w:val="00F72346"/>
    <w:rsid w:val="00F72C50"/>
    <w:rsid w:val="00F72D40"/>
    <w:rsid w:val="00F73E23"/>
    <w:rsid w:val="00F746AC"/>
    <w:rsid w:val="00F76243"/>
    <w:rsid w:val="00F81363"/>
    <w:rsid w:val="00F86BDE"/>
    <w:rsid w:val="00F8721C"/>
    <w:rsid w:val="00F914D1"/>
    <w:rsid w:val="00F91810"/>
    <w:rsid w:val="00F94D15"/>
    <w:rsid w:val="00FA1ED6"/>
    <w:rsid w:val="00FA2D71"/>
    <w:rsid w:val="00FB09A4"/>
    <w:rsid w:val="00FB3062"/>
    <w:rsid w:val="00FB3269"/>
    <w:rsid w:val="00FB47AD"/>
    <w:rsid w:val="00FB4EDD"/>
    <w:rsid w:val="00FB6368"/>
    <w:rsid w:val="00FB6945"/>
    <w:rsid w:val="00FC1E11"/>
    <w:rsid w:val="00FC5942"/>
    <w:rsid w:val="00FC5B0C"/>
    <w:rsid w:val="00FC65B6"/>
    <w:rsid w:val="00FC6B32"/>
    <w:rsid w:val="00FD04EE"/>
    <w:rsid w:val="00FD0599"/>
    <w:rsid w:val="00FD1964"/>
    <w:rsid w:val="00FD2FE6"/>
    <w:rsid w:val="00FD4CE6"/>
    <w:rsid w:val="00FD4F94"/>
    <w:rsid w:val="00FD518D"/>
    <w:rsid w:val="00FD6EB6"/>
    <w:rsid w:val="00FE143D"/>
    <w:rsid w:val="00FE2155"/>
    <w:rsid w:val="00FE2264"/>
    <w:rsid w:val="00FE3442"/>
    <w:rsid w:val="00FE3A65"/>
    <w:rsid w:val="00FE6877"/>
    <w:rsid w:val="00FE6CFE"/>
    <w:rsid w:val="00FE7B51"/>
    <w:rsid w:val="00FF359E"/>
    <w:rsid w:val="00FF4A93"/>
    <w:rsid w:val="00FF56DD"/>
    <w:rsid w:val="00FF5B71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235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235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235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235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235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235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235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235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235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12</Pages>
  <Words>3679</Words>
  <Characters>21710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3</cp:revision>
  <cp:lastPrinted>2023-07-10T08:17:00Z</cp:lastPrinted>
  <dcterms:created xsi:type="dcterms:W3CDTF">2023-07-10T07:46:00Z</dcterms:created>
  <dcterms:modified xsi:type="dcterms:W3CDTF">2023-07-10T08:18:00Z</dcterms:modified>
</cp:coreProperties>
</file>